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D6C" w:rsidRPr="00AB47F8" w:rsidRDefault="004C7D6C" w:rsidP="004C7D6C">
      <w:pPr>
        <w:contextualSpacing/>
        <w:rPr>
          <w:b/>
          <w:szCs w:val="28"/>
        </w:rPr>
      </w:pPr>
      <w:r>
        <w:rPr>
          <w:b/>
          <w:szCs w:val="28"/>
        </w:rPr>
        <w:t xml:space="preserve">     </w:t>
      </w:r>
      <w:r w:rsidRPr="00AB47F8">
        <w:rPr>
          <w:b/>
          <w:szCs w:val="28"/>
        </w:rPr>
        <w:t xml:space="preserve">АДМИНИСТРАЦИЯ  </w:t>
      </w:r>
      <w:r>
        <w:rPr>
          <w:b/>
          <w:szCs w:val="28"/>
        </w:rPr>
        <w:t xml:space="preserve">ШИБКОВСКОГО </w:t>
      </w:r>
      <w:r w:rsidRPr="00AB47F8">
        <w:rPr>
          <w:b/>
          <w:szCs w:val="28"/>
        </w:rPr>
        <w:t xml:space="preserve"> СЕЛЬСОВЕТА </w:t>
      </w:r>
    </w:p>
    <w:p w:rsidR="004C7D6C" w:rsidRPr="00AB47F8" w:rsidRDefault="004C7D6C" w:rsidP="004C7D6C">
      <w:pPr>
        <w:contextualSpacing/>
        <w:rPr>
          <w:b/>
          <w:szCs w:val="28"/>
        </w:rPr>
      </w:pPr>
      <w:r w:rsidRPr="00AB47F8">
        <w:rPr>
          <w:b/>
          <w:szCs w:val="28"/>
        </w:rPr>
        <w:t>ИСКИТИМСКОГО РАЙОНА НОВОСИБИРСКОЙ ОБЛАСТИ</w:t>
      </w:r>
    </w:p>
    <w:p w:rsidR="004C7D6C" w:rsidRPr="00AB47F8" w:rsidRDefault="004C7D6C" w:rsidP="004C7D6C">
      <w:pPr>
        <w:contextualSpacing/>
        <w:jc w:val="center"/>
        <w:rPr>
          <w:b/>
          <w:szCs w:val="28"/>
        </w:rPr>
      </w:pPr>
    </w:p>
    <w:p w:rsidR="004C7D6C" w:rsidRPr="00AB47F8" w:rsidRDefault="004C7D6C" w:rsidP="004C7D6C">
      <w:pPr>
        <w:jc w:val="center"/>
        <w:rPr>
          <w:b/>
          <w:szCs w:val="28"/>
        </w:rPr>
      </w:pPr>
    </w:p>
    <w:p w:rsidR="004C7D6C" w:rsidRPr="002A28E6" w:rsidRDefault="004C7D6C" w:rsidP="004C7D6C">
      <w:pPr>
        <w:rPr>
          <w:szCs w:val="28"/>
        </w:rPr>
      </w:pPr>
      <w:r>
        <w:rPr>
          <w:b/>
          <w:szCs w:val="28"/>
        </w:rPr>
        <w:t xml:space="preserve">                                 </w:t>
      </w:r>
      <w:proofErr w:type="gramStart"/>
      <w:r w:rsidRPr="002A28E6">
        <w:rPr>
          <w:b/>
          <w:szCs w:val="28"/>
        </w:rPr>
        <w:t>П</w:t>
      </w:r>
      <w:proofErr w:type="gramEnd"/>
      <w:r w:rsidRPr="002A28E6">
        <w:rPr>
          <w:b/>
          <w:szCs w:val="28"/>
        </w:rPr>
        <w:t xml:space="preserve"> О С Т А Н О В Л Е Н И Е</w:t>
      </w:r>
    </w:p>
    <w:p w:rsidR="004C7D6C" w:rsidRDefault="004C7D6C" w:rsidP="004C7D6C">
      <w:pPr>
        <w:pStyle w:val="afe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C7D6C" w:rsidRPr="002A28E6" w:rsidRDefault="004C7D6C" w:rsidP="004C7D6C">
      <w:pPr>
        <w:pStyle w:val="afe"/>
        <w:jc w:val="center"/>
        <w:rPr>
          <w:rFonts w:ascii="Times New Roman" w:hAnsi="Times New Roman"/>
          <w:sz w:val="28"/>
          <w:szCs w:val="28"/>
          <w:u w:val="single"/>
        </w:rPr>
      </w:pPr>
      <w:r w:rsidRPr="002A28E6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2A28E6">
        <w:rPr>
          <w:rFonts w:ascii="Times New Roman" w:hAnsi="Times New Roman"/>
          <w:sz w:val="28"/>
          <w:szCs w:val="28"/>
          <w:u w:val="single"/>
        </w:rPr>
        <w:t>.06.2016</w:t>
      </w:r>
      <w:r w:rsidRPr="00AB47F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8E6">
        <w:rPr>
          <w:rFonts w:ascii="Times New Roman" w:hAnsi="Times New Roman"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  <w:u w:val="single"/>
        </w:rPr>
        <w:t>2</w:t>
      </w:r>
    </w:p>
    <w:p w:rsidR="004C7D6C" w:rsidRPr="002A28E6" w:rsidRDefault="004C7D6C" w:rsidP="004C7D6C">
      <w:pPr>
        <w:pStyle w:val="af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2A28E6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Шибково</w:t>
      </w:r>
      <w:proofErr w:type="spellEnd"/>
    </w:p>
    <w:p w:rsidR="00503313" w:rsidRDefault="00503313" w:rsidP="00503313"/>
    <w:p w:rsidR="00765B6C" w:rsidRDefault="008145E0" w:rsidP="004C7D6C">
      <w:pPr>
        <w:pStyle w:val="afc"/>
        <w:jc w:val="center"/>
      </w:pPr>
      <w:proofErr w:type="gramStart"/>
      <w:r>
        <w:t xml:space="preserve">Об утверждении </w:t>
      </w:r>
      <w:r w:rsidR="00765B6C">
        <w:t>п</w:t>
      </w:r>
      <w:r w:rsidR="00765B6C" w:rsidRPr="00FD5E1E">
        <w:t>оряд</w:t>
      </w:r>
      <w:r w:rsidR="00765B6C">
        <w:t>ка</w:t>
      </w:r>
      <w:r w:rsidR="00765B6C" w:rsidRPr="00FD5E1E">
        <w:t xml:space="preserve"> принятия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лицами, замещающими муниципальные должности и осуществляющими свои полномочия на постоянной основе, а также лицами, замещающими должности глав муниципальных образований и осуществляющими свои полномочия на непостоянной основе</w:t>
      </w:r>
      <w:proofErr w:type="gramEnd"/>
    </w:p>
    <w:p w:rsidR="008145E0" w:rsidRPr="008145E0" w:rsidRDefault="008145E0" w:rsidP="00765B6C">
      <w:pPr>
        <w:ind w:firstLine="0"/>
      </w:pPr>
    </w:p>
    <w:p w:rsidR="00765B6C" w:rsidRDefault="00765B6C" w:rsidP="00D90743">
      <w:pPr>
        <w:ind w:firstLine="0"/>
      </w:pPr>
    </w:p>
    <w:p w:rsidR="00765B6C" w:rsidRPr="00084152" w:rsidRDefault="00503313" w:rsidP="00503313">
      <w:pPr>
        <w:pStyle w:val="afc"/>
        <w:jc w:val="both"/>
        <w:rPr>
          <w:sz w:val="28"/>
          <w:szCs w:val="28"/>
        </w:rPr>
      </w:pPr>
      <w:r w:rsidRPr="00084152">
        <w:rPr>
          <w:sz w:val="28"/>
          <w:szCs w:val="28"/>
        </w:rPr>
        <w:t xml:space="preserve">       </w:t>
      </w:r>
      <w:proofErr w:type="gramStart"/>
      <w:r w:rsidR="00765B6C" w:rsidRPr="00084152">
        <w:rPr>
          <w:sz w:val="28"/>
          <w:szCs w:val="28"/>
        </w:rPr>
        <w:t>В соответствии с Федеральным законом от 2 марта 2007 г. № 25-ФЗ «О муниципальной службе в Российской Федерации, Указ</w:t>
      </w:r>
      <w:r w:rsidR="00413B64" w:rsidRPr="00084152">
        <w:rPr>
          <w:sz w:val="28"/>
          <w:szCs w:val="28"/>
        </w:rPr>
        <w:t xml:space="preserve">ом </w:t>
      </w:r>
      <w:r w:rsidR="00765B6C" w:rsidRPr="00084152">
        <w:rPr>
          <w:sz w:val="28"/>
          <w:szCs w:val="28"/>
        </w:rPr>
        <w:t xml:space="preserve"> Президента РФ от 10.10.2015 N 506 "Об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</w:t>
      </w:r>
      <w:proofErr w:type="gramEnd"/>
      <w:r w:rsidR="00765B6C" w:rsidRPr="00084152">
        <w:rPr>
          <w:sz w:val="28"/>
          <w:szCs w:val="28"/>
        </w:rPr>
        <w:t xml:space="preserve"> и других организаций"</w:t>
      </w:r>
    </w:p>
    <w:p w:rsidR="00D90743" w:rsidRPr="00D90743" w:rsidRDefault="00D90743" w:rsidP="00503313">
      <w:pPr>
        <w:ind w:firstLine="0"/>
      </w:pPr>
      <w:r w:rsidRPr="00D90743">
        <w:t>ПОСТАНОВЛЯЮ:</w:t>
      </w:r>
    </w:p>
    <w:p w:rsidR="008145E0" w:rsidRDefault="00765B6C" w:rsidP="00503313">
      <w:pPr>
        <w:pStyle w:val="afc"/>
        <w:jc w:val="both"/>
      </w:pPr>
      <w:r>
        <w:t>1</w:t>
      </w:r>
      <w:r w:rsidR="008145E0">
        <w:t xml:space="preserve">. </w:t>
      </w:r>
      <w:proofErr w:type="gramStart"/>
      <w:r w:rsidR="008145E0" w:rsidRPr="00765B6C">
        <w:rPr>
          <w:sz w:val="28"/>
          <w:szCs w:val="28"/>
        </w:rPr>
        <w:t>Утвердить прилагаемый П</w:t>
      </w:r>
      <w:r w:rsidR="00D90743" w:rsidRPr="00765B6C">
        <w:rPr>
          <w:sz w:val="28"/>
          <w:szCs w:val="28"/>
        </w:rPr>
        <w:t xml:space="preserve">орядок </w:t>
      </w:r>
      <w:r w:rsidRPr="00765B6C">
        <w:rPr>
          <w:sz w:val="28"/>
          <w:szCs w:val="28"/>
        </w:rPr>
        <w:t xml:space="preserve">  принятия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лицами, замещающими муниципальные должности и осуществляющими свои полномочия на постоянной основе, а также лицами, замещающими должност</w:t>
      </w:r>
      <w:r>
        <w:rPr>
          <w:sz w:val="28"/>
          <w:szCs w:val="28"/>
        </w:rPr>
        <w:t>ь</w:t>
      </w:r>
      <w:r w:rsidRPr="00765B6C">
        <w:rPr>
          <w:sz w:val="28"/>
          <w:szCs w:val="28"/>
        </w:rPr>
        <w:t xml:space="preserve"> </w:t>
      </w:r>
      <w:r w:rsidR="00413B64">
        <w:rPr>
          <w:sz w:val="28"/>
          <w:szCs w:val="28"/>
        </w:rPr>
        <w:t>глав муниципальных образований</w:t>
      </w:r>
      <w:r>
        <w:rPr>
          <w:sz w:val="28"/>
          <w:szCs w:val="28"/>
        </w:rPr>
        <w:t xml:space="preserve"> </w:t>
      </w:r>
      <w:r w:rsidRPr="00765B6C">
        <w:rPr>
          <w:sz w:val="28"/>
          <w:szCs w:val="28"/>
        </w:rPr>
        <w:t xml:space="preserve"> и осуществляющими свои полномочия на непостоянной основе</w:t>
      </w:r>
      <w:r>
        <w:rPr>
          <w:sz w:val="28"/>
          <w:szCs w:val="28"/>
        </w:rPr>
        <w:t xml:space="preserve">. </w:t>
      </w:r>
      <w:r>
        <w:t xml:space="preserve">             </w:t>
      </w:r>
      <w:proofErr w:type="gramEnd"/>
    </w:p>
    <w:p w:rsidR="004213B9" w:rsidRPr="00D90743" w:rsidRDefault="00162594" w:rsidP="00503313">
      <w:pPr>
        <w:ind w:firstLine="0"/>
        <w:contextualSpacing/>
      </w:pPr>
      <w:r>
        <w:t>2</w:t>
      </w:r>
      <w:r w:rsidR="004213B9" w:rsidRPr="00D90743">
        <w:t xml:space="preserve">. </w:t>
      </w:r>
      <w:r>
        <w:t>Настоящее постановление опубликовать</w:t>
      </w:r>
      <w:r w:rsidR="004C7D6C">
        <w:t xml:space="preserve"> </w:t>
      </w:r>
      <w:r w:rsidR="00503313">
        <w:t>в газете «</w:t>
      </w:r>
      <w:r w:rsidR="004C7D6C">
        <w:t>Знаменка</w:t>
      </w:r>
      <w:r w:rsidR="00503313">
        <w:t xml:space="preserve">» и </w:t>
      </w:r>
      <w:r>
        <w:t xml:space="preserve"> </w:t>
      </w:r>
      <w:r w:rsidR="004213B9" w:rsidRPr="00D90743">
        <w:t xml:space="preserve">на </w:t>
      </w:r>
      <w:r>
        <w:t xml:space="preserve">официальном </w:t>
      </w:r>
      <w:r w:rsidR="004213B9" w:rsidRPr="00D90743">
        <w:t xml:space="preserve">сайте администрации </w:t>
      </w:r>
      <w:r w:rsidR="004C7D6C">
        <w:t>Шибковского</w:t>
      </w:r>
      <w:r w:rsidR="004213B9">
        <w:t xml:space="preserve"> сельсовета.</w:t>
      </w:r>
    </w:p>
    <w:p w:rsidR="00B67F4B" w:rsidRDefault="00765B6C" w:rsidP="00503313">
      <w:pPr>
        <w:ind w:firstLine="0"/>
      </w:pPr>
      <w:r>
        <w:t>3</w:t>
      </w:r>
      <w:r w:rsidR="00D90743" w:rsidRPr="00D90743">
        <w:t xml:space="preserve">. </w:t>
      </w:r>
      <w:proofErr w:type="gramStart"/>
      <w:r w:rsidR="00D90743" w:rsidRPr="00D90743">
        <w:t>Контроль за</w:t>
      </w:r>
      <w:proofErr w:type="gramEnd"/>
      <w:r w:rsidR="00D90743" w:rsidRPr="00D90743">
        <w:t xml:space="preserve"> исполнением постановления </w:t>
      </w:r>
      <w:r w:rsidR="00107C2A">
        <w:t>оставляю за собой.</w:t>
      </w:r>
    </w:p>
    <w:p w:rsidR="00084152" w:rsidRDefault="00084152" w:rsidP="00503313">
      <w:pPr>
        <w:ind w:firstLine="0"/>
      </w:pPr>
    </w:p>
    <w:p w:rsidR="00084152" w:rsidRDefault="00084152" w:rsidP="00503313">
      <w:pPr>
        <w:ind w:firstLine="0"/>
      </w:pPr>
    </w:p>
    <w:p w:rsidR="00B67F4B" w:rsidRDefault="00B67F4B" w:rsidP="00B67F4B">
      <w:pPr>
        <w:rPr>
          <w:szCs w:val="28"/>
        </w:rPr>
      </w:pPr>
    </w:p>
    <w:p w:rsidR="004C7D6C" w:rsidRDefault="00B67F4B" w:rsidP="00162594">
      <w:pPr>
        <w:ind w:firstLine="0"/>
        <w:rPr>
          <w:szCs w:val="28"/>
        </w:rPr>
      </w:pPr>
      <w:r>
        <w:rPr>
          <w:szCs w:val="28"/>
        </w:rPr>
        <w:t xml:space="preserve">Глава </w:t>
      </w:r>
      <w:r w:rsidR="004C7D6C">
        <w:t>Шибковского</w:t>
      </w:r>
      <w:r>
        <w:rPr>
          <w:szCs w:val="28"/>
        </w:rPr>
        <w:t xml:space="preserve"> сельсовета</w:t>
      </w:r>
    </w:p>
    <w:p w:rsidR="00D90743" w:rsidRDefault="00503313" w:rsidP="00162594">
      <w:pPr>
        <w:ind w:firstLine="0"/>
        <w:rPr>
          <w:szCs w:val="28"/>
        </w:rPr>
      </w:pPr>
      <w:r>
        <w:rPr>
          <w:szCs w:val="28"/>
        </w:rPr>
        <w:t>Искитимского</w:t>
      </w:r>
      <w:r w:rsidR="004C7D6C">
        <w:rPr>
          <w:szCs w:val="28"/>
        </w:rPr>
        <w:t xml:space="preserve"> </w:t>
      </w:r>
      <w:r>
        <w:rPr>
          <w:szCs w:val="28"/>
        </w:rPr>
        <w:t>района Новосибирской области</w:t>
      </w:r>
      <w:r w:rsidR="00B67F4B">
        <w:rPr>
          <w:szCs w:val="28"/>
        </w:rPr>
        <w:t xml:space="preserve">      </w:t>
      </w:r>
      <w:r>
        <w:rPr>
          <w:szCs w:val="28"/>
        </w:rPr>
        <w:t xml:space="preserve">                           </w:t>
      </w:r>
      <w:proofErr w:type="spellStart"/>
      <w:r w:rsidR="004C7D6C">
        <w:rPr>
          <w:szCs w:val="28"/>
        </w:rPr>
        <w:t>А.Б.Кругликов</w:t>
      </w:r>
      <w:proofErr w:type="spellEnd"/>
      <w:r>
        <w:rPr>
          <w:szCs w:val="28"/>
        </w:rPr>
        <w:t xml:space="preserve">              </w:t>
      </w:r>
      <w:r w:rsidR="00B67F4B">
        <w:rPr>
          <w:szCs w:val="28"/>
        </w:rPr>
        <w:t xml:space="preserve">                                       </w:t>
      </w:r>
      <w:r w:rsidR="00260444">
        <w:rPr>
          <w:szCs w:val="28"/>
        </w:rPr>
        <w:t xml:space="preserve">   </w:t>
      </w:r>
    </w:p>
    <w:p w:rsidR="00D90743" w:rsidRPr="00D90743" w:rsidRDefault="00107C2A" w:rsidP="00C16107">
      <w:pPr>
        <w:ind w:firstLine="0"/>
        <w:rPr>
          <w:sz w:val="24"/>
        </w:rPr>
      </w:pPr>
      <w:r>
        <w:rPr>
          <w:szCs w:val="28"/>
        </w:rPr>
        <w:t xml:space="preserve">                                                                            </w:t>
      </w:r>
      <w:r w:rsidR="00C16107">
        <w:rPr>
          <w:szCs w:val="28"/>
        </w:rPr>
        <w:t xml:space="preserve">                               </w:t>
      </w:r>
    </w:p>
    <w:p w:rsidR="00D90743" w:rsidRDefault="00D90743" w:rsidP="00D90743">
      <w:pPr>
        <w:ind w:left="6096"/>
      </w:pPr>
    </w:p>
    <w:p w:rsidR="00D47DF5" w:rsidRDefault="00D47DF5" w:rsidP="00D90743">
      <w:pPr>
        <w:ind w:left="6096"/>
      </w:pPr>
    </w:p>
    <w:p w:rsidR="00D47DF5" w:rsidRDefault="00D47DF5" w:rsidP="00D90743">
      <w:pPr>
        <w:ind w:left="6096"/>
      </w:pPr>
    </w:p>
    <w:p w:rsidR="007A77E2" w:rsidRDefault="00162594" w:rsidP="00084152">
      <w:pPr>
        <w:pStyle w:val="1"/>
        <w:ind w:firstLine="0"/>
        <w:jc w:val="right"/>
        <w:rPr>
          <w:b w:val="0"/>
          <w:sz w:val="24"/>
          <w:szCs w:val="24"/>
        </w:rPr>
      </w:pPr>
      <w:bookmarkStart w:id="0" w:name="sub_1000"/>
      <w:r w:rsidRPr="007A77E2">
        <w:rPr>
          <w:b w:val="0"/>
          <w:sz w:val="24"/>
          <w:szCs w:val="24"/>
        </w:rPr>
        <w:lastRenderedPageBreak/>
        <w:t xml:space="preserve">Утвержден </w:t>
      </w:r>
    </w:p>
    <w:p w:rsidR="00765B6C" w:rsidRDefault="007A77E2" w:rsidP="007A77E2">
      <w:pPr>
        <w:pStyle w:val="1"/>
        <w:ind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162594" w:rsidRPr="007A77E2">
        <w:rPr>
          <w:b w:val="0"/>
          <w:sz w:val="24"/>
          <w:szCs w:val="24"/>
        </w:rPr>
        <w:t>остановлением</w:t>
      </w:r>
      <w:r>
        <w:rPr>
          <w:b w:val="0"/>
          <w:sz w:val="24"/>
          <w:szCs w:val="24"/>
        </w:rPr>
        <w:t xml:space="preserve"> </w:t>
      </w:r>
    </w:p>
    <w:p w:rsidR="007A77E2" w:rsidRDefault="007A77E2" w:rsidP="007A77E2">
      <w:pPr>
        <w:pStyle w:val="1"/>
        <w:ind w:firstLine="0"/>
        <w:jc w:val="right"/>
        <w:rPr>
          <w:b w:val="0"/>
          <w:sz w:val="24"/>
          <w:szCs w:val="24"/>
        </w:rPr>
      </w:pPr>
      <w:r w:rsidRPr="007A77E2">
        <w:rPr>
          <w:b w:val="0"/>
          <w:sz w:val="24"/>
          <w:szCs w:val="24"/>
        </w:rPr>
        <w:t xml:space="preserve">администрации </w:t>
      </w:r>
    </w:p>
    <w:p w:rsidR="007A77E2" w:rsidRPr="007A77E2" w:rsidRDefault="004C7D6C" w:rsidP="007A77E2">
      <w:pPr>
        <w:pStyle w:val="1"/>
        <w:ind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Шибко</w:t>
      </w:r>
      <w:r w:rsidR="00503313">
        <w:rPr>
          <w:b w:val="0"/>
          <w:sz w:val="24"/>
          <w:szCs w:val="24"/>
        </w:rPr>
        <w:t>вского</w:t>
      </w:r>
      <w:r w:rsidR="007A77E2" w:rsidRPr="007A77E2">
        <w:rPr>
          <w:b w:val="0"/>
          <w:sz w:val="24"/>
          <w:szCs w:val="24"/>
        </w:rPr>
        <w:t xml:space="preserve"> сельсовета</w:t>
      </w:r>
    </w:p>
    <w:p w:rsidR="007A77E2" w:rsidRDefault="007A77E2" w:rsidP="007A77E2">
      <w:pPr>
        <w:jc w:val="right"/>
        <w:rPr>
          <w:sz w:val="24"/>
          <w:szCs w:val="24"/>
        </w:rPr>
      </w:pPr>
      <w:r w:rsidRPr="007A77E2">
        <w:rPr>
          <w:sz w:val="24"/>
          <w:szCs w:val="24"/>
        </w:rPr>
        <w:t xml:space="preserve">Искитимского района </w:t>
      </w:r>
    </w:p>
    <w:p w:rsidR="007A77E2" w:rsidRPr="007A77E2" w:rsidRDefault="007A77E2" w:rsidP="007A77E2">
      <w:pPr>
        <w:jc w:val="right"/>
        <w:rPr>
          <w:sz w:val="24"/>
          <w:szCs w:val="24"/>
        </w:rPr>
      </w:pPr>
      <w:r w:rsidRPr="007A77E2">
        <w:rPr>
          <w:sz w:val="24"/>
          <w:szCs w:val="24"/>
        </w:rPr>
        <w:t>Новосибирской области</w:t>
      </w:r>
    </w:p>
    <w:p w:rsidR="007A77E2" w:rsidRPr="007A77E2" w:rsidRDefault="007A77E2" w:rsidP="007A77E2">
      <w:pPr>
        <w:jc w:val="right"/>
        <w:rPr>
          <w:sz w:val="24"/>
          <w:szCs w:val="24"/>
          <w:u w:val="single"/>
        </w:rPr>
      </w:pPr>
      <w:r w:rsidRPr="007A77E2">
        <w:rPr>
          <w:sz w:val="24"/>
          <w:szCs w:val="24"/>
          <w:u w:val="single"/>
        </w:rPr>
        <w:t xml:space="preserve">от </w:t>
      </w:r>
      <w:r w:rsidR="00503313">
        <w:rPr>
          <w:sz w:val="24"/>
          <w:szCs w:val="24"/>
          <w:u w:val="single"/>
        </w:rPr>
        <w:t>0</w:t>
      </w:r>
      <w:r w:rsidR="004C7D6C">
        <w:rPr>
          <w:sz w:val="24"/>
          <w:szCs w:val="24"/>
          <w:u w:val="single"/>
        </w:rPr>
        <w:t>6</w:t>
      </w:r>
      <w:r w:rsidRPr="007A77E2">
        <w:rPr>
          <w:sz w:val="24"/>
          <w:szCs w:val="24"/>
          <w:u w:val="single"/>
        </w:rPr>
        <w:t>.0</w:t>
      </w:r>
      <w:r w:rsidR="00503313">
        <w:rPr>
          <w:sz w:val="24"/>
          <w:szCs w:val="24"/>
          <w:u w:val="single"/>
        </w:rPr>
        <w:t>6</w:t>
      </w:r>
      <w:r w:rsidRPr="007A77E2">
        <w:rPr>
          <w:sz w:val="24"/>
          <w:szCs w:val="24"/>
          <w:u w:val="single"/>
        </w:rPr>
        <w:t xml:space="preserve">.2016 № </w:t>
      </w:r>
      <w:r w:rsidR="004C7D6C">
        <w:rPr>
          <w:sz w:val="24"/>
          <w:szCs w:val="24"/>
          <w:u w:val="single"/>
        </w:rPr>
        <w:t>62</w:t>
      </w:r>
    </w:p>
    <w:p w:rsidR="00C93F96" w:rsidRPr="00162594" w:rsidRDefault="00162594" w:rsidP="00162594">
      <w:pPr>
        <w:pStyle w:val="1"/>
        <w:ind w:firstLine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765B6C" w:rsidRDefault="00765B6C" w:rsidP="00D90743">
      <w:pPr>
        <w:pStyle w:val="1"/>
        <w:ind w:firstLine="0"/>
        <w:rPr>
          <w:sz w:val="24"/>
          <w:szCs w:val="24"/>
        </w:rPr>
      </w:pPr>
    </w:p>
    <w:p w:rsidR="00765B6C" w:rsidRDefault="00765B6C" w:rsidP="00D90743">
      <w:pPr>
        <w:pStyle w:val="1"/>
        <w:ind w:firstLine="0"/>
        <w:rPr>
          <w:sz w:val="24"/>
          <w:szCs w:val="24"/>
        </w:rPr>
      </w:pPr>
    </w:p>
    <w:p w:rsidR="00765B6C" w:rsidRDefault="00765B6C" w:rsidP="00D90743">
      <w:pPr>
        <w:pStyle w:val="1"/>
        <w:ind w:firstLine="0"/>
        <w:rPr>
          <w:sz w:val="24"/>
          <w:szCs w:val="24"/>
        </w:rPr>
      </w:pP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r w:rsidRPr="00503313">
        <w:rPr>
          <w:sz w:val="28"/>
          <w:szCs w:val="28"/>
        </w:rPr>
        <w:t xml:space="preserve">1. </w:t>
      </w:r>
      <w:proofErr w:type="gramStart"/>
      <w:r w:rsidRPr="00503313">
        <w:rPr>
          <w:sz w:val="28"/>
          <w:szCs w:val="28"/>
        </w:rPr>
        <w:t xml:space="preserve">Настоящим Положением устанавливается порядок принятия с разрешения главы </w:t>
      </w:r>
      <w:r w:rsidR="00413B64" w:rsidRPr="00503313">
        <w:rPr>
          <w:sz w:val="28"/>
          <w:szCs w:val="28"/>
        </w:rPr>
        <w:t xml:space="preserve">муниципального образования </w:t>
      </w:r>
      <w:r w:rsidRPr="00503313">
        <w:rPr>
          <w:sz w:val="28"/>
          <w:szCs w:val="28"/>
        </w:rPr>
        <w:t xml:space="preserve"> лицами, замещающими должности муниципальной службы в муниципальном образовании (далее – муниципальный служащий),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(далее – награды, звания), если в его должностные обязанности входит взаимодействие с указанными организациями и объединениями.</w:t>
      </w:r>
      <w:proofErr w:type="gramEnd"/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bookmarkStart w:id="1" w:name="Par51"/>
      <w:bookmarkEnd w:id="1"/>
      <w:r w:rsidRPr="00503313">
        <w:rPr>
          <w:sz w:val="28"/>
          <w:szCs w:val="28"/>
        </w:rPr>
        <w:t xml:space="preserve">2. </w:t>
      </w:r>
      <w:proofErr w:type="gramStart"/>
      <w:r w:rsidRPr="00503313">
        <w:rPr>
          <w:sz w:val="28"/>
          <w:szCs w:val="28"/>
        </w:rPr>
        <w:t xml:space="preserve">Муниципальный служащий, получивший награду или звание либо уведомленное иностранным государством, международной организацией, политической партией, другим общественным объединением и религиозным объединением о предстоящем их получении, в течение трех рабочих дней со дня ее (его) получения представляет специалисту, ответственному за ведение кадровой работы в администрации </w:t>
      </w:r>
      <w:bookmarkStart w:id="2" w:name="_GoBack"/>
      <w:r w:rsidR="004C7D6C" w:rsidRPr="004C7D6C">
        <w:rPr>
          <w:sz w:val="28"/>
          <w:szCs w:val="28"/>
        </w:rPr>
        <w:t>Шибковского</w:t>
      </w:r>
      <w:r w:rsidRPr="00503313">
        <w:rPr>
          <w:sz w:val="28"/>
          <w:szCs w:val="28"/>
        </w:rPr>
        <w:t xml:space="preserve"> </w:t>
      </w:r>
      <w:bookmarkEnd w:id="2"/>
      <w:r w:rsidRPr="00503313">
        <w:rPr>
          <w:sz w:val="28"/>
          <w:szCs w:val="28"/>
        </w:rPr>
        <w:t>сельсовета, в котором муниципальный служащий замещает должность, ходатайство о разрешении принять награду или звание (далее - ходатайство</w:t>
      </w:r>
      <w:proofErr w:type="gramEnd"/>
      <w:r w:rsidRPr="00503313">
        <w:rPr>
          <w:sz w:val="28"/>
          <w:szCs w:val="28"/>
        </w:rPr>
        <w:t xml:space="preserve">), </w:t>
      </w:r>
      <w:proofErr w:type="gramStart"/>
      <w:r w:rsidRPr="00503313">
        <w:rPr>
          <w:sz w:val="28"/>
          <w:szCs w:val="28"/>
        </w:rPr>
        <w:t>составленное</w:t>
      </w:r>
      <w:proofErr w:type="gramEnd"/>
      <w:r w:rsidRPr="00503313">
        <w:rPr>
          <w:sz w:val="28"/>
          <w:szCs w:val="28"/>
        </w:rPr>
        <w:t xml:space="preserve"> по форме согласно приложению № 1 к настоящему Положению.</w:t>
      </w: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r w:rsidRPr="00503313">
        <w:rPr>
          <w:sz w:val="28"/>
          <w:szCs w:val="28"/>
        </w:rPr>
        <w:t>Специалист, ответственный за ведение кадровой работы, в течение одного месяца со дня получения ходатайства направляет его главе администрации.</w:t>
      </w: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r w:rsidRPr="00503313">
        <w:rPr>
          <w:sz w:val="28"/>
          <w:szCs w:val="28"/>
        </w:rPr>
        <w:t>3. Муниципальный служащий, отказавшийся от награды, звания, в течение трех рабочих дней со дня получения награды или звания представляет специалисту, ответственному за ведение кадровой работы, уведомление об отказе в получении награды, звания (далее - уведомление), составленное по форме согласно приложению № 2 к настоящему Положению.</w:t>
      </w: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r w:rsidRPr="00503313">
        <w:rPr>
          <w:sz w:val="28"/>
          <w:szCs w:val="28"/>
        </w:rPr>
        <w:t>Специалист, ответственный за ведение кадровой работы, в течение одного месяца со дня получения уведомления направляет его главе муниципального образования.</w:t>
      </w: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bookmarkStart w:id="3" w:name="Par55"/>
      <w:bookmarkEnd w:id="3"/>
      <w:r w:rsidRPr="00503313">
        <w:rPr>
          <w:sz w:val="28"/>
          <w:szCs w:val="28"/>
        </w:rPr>
        <w:t>4. Муниципальный служащий, получивший награду, звание до принятия главой муниципального образования решения по результатам рассмотрения ходатайства, передает награду и оригиналы документов к ней, оригиналы документов к званию, на ответственное хранение специалисту, ответственному за ведение кадровой работы,</w:t>
      </w:r>
      <w:r w:rsidRPr="00503313">
        <w:rPr>
          <w:rFonts w:ascii="Arial" w:hAnsi="Arial" w:cs="Arial"/>
          <w:sz w:val="28"/>
          <w:szCs w:val="28"/>
        </w:rPr>
        <w:t xml:space="preserve"> </w:t>
      </w:r>
      <w:r w:rsidRPr="00503313">
        <w:rPr>
          <w:sz w:val="28"/>
          <w:szCs w:val="28"/>
        </w:rPr>
        <w:t>в течение трех рабочих дней со дня их получения.</w:t>
      </w: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r w:rsidRPr="00503313">
        <w:rPr>
          <w:sz w:val="28"/>
          <w:szCs w:val="28"/>
        </w:rPr>
        <w:t>5. В случае</w:t>
      </w:r>
      <w:proofErr w:type="gramStart"/>
      <w:r w:rsidRPr="00503313">
        <w:rPr>
          <w:sz w:val="28"/>
          <w:szCs w:val="28"/>
        </w:rPr>
        <w:t>,</w:t>
      </w:r>
      <w:proofErr w:type="gramEnd"/>
      <w:r w:rsidRPr="00503313">
        <w:rPr>
          <w:sz w:val="28"/>
          <w:szCs w:val="28"/>
        </w:rPr>
        <w:t xml:space="preserve"> если во время служебной командировки муниципальный служащий получил награду, звание или отказался от них, срок представления ходатайства </w:t>
      </w:r>
      <w:r w:rsidRPr="00503313">
        <w:rPr>
          <w:sz w:val="28"/>
          <w:szCs w:val="28"/>
        </w:rPr>
        <w:lastRenderedPageBreak/>
        <w:t>либо уведомления исчисляется со дня возвращения муниципального служащего из служебной командировки.</w:t>
      </w: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r w:rsidRPr="00503313">
        <w:rPr>
          <w:sz w:val="28"/>
          <w:szCs w:val="28"/>
        </w:rPr>
        <w:t>6. В случае</w:t>
      </w:r>
      <w:proofErr w:type="gramStart"/>
      <w:r w:rsidRPr="00503313">
        <w:rPr>
          <w:sz w:val="28"/>
          <w:szCs w:val="28"/>
        </w:rPr>
        <w:t>,</w:t>
      </w:r>
      <w:proofErr w:type="gramEnd"/>
      <w:r w:rsidRPr="00503313">
        <w:rPr>
          <w:sz w:val="28"/>
          <w:szCs w:val="28"/>
        </w:rPr>
        <w:t xml:space="preserve"> если муниципальный служащий по не зависящей от него причине не может представить ходатайство либо уведомление, передать награду и оригиналы документов к ней, оригиналы документов к званию, в сроки, указанные в </w:t>
      </w:r>
      <w:hyperlink r:id="rId9" w:anchor="Par51" w:history="1">
        <w:r w:rsidRPr="00503313">
          <w:rPr>
            <w:rStyle w:val="af7"/>
            <w:sz w:val="28"/>
            <w:szCs w:val="28"/>
          </w:rPr>
          <w:t>пунктах 2</w:t>
        </w:r>
      </w:hyperlink>
      <w:r w:rsidRPr="00503313">
        <w:rPr>
          <w:sz w:val="28"/>
          <w:szCs w:val="28"/>
        </w:rPr>
        <w:t xml:space="preserve"> - </w:t>
      </w:r>
      <w:hyperlink r:id="rId10" w:anchor="Par55" w:history="1">
        <w:r w:rsidRPr="00503313">
          <w:rPr>
            <w:rStyle w:val="af7"/>
            <w:sz w:val="28"/>
            <w:szCs w:val="28"/>
          </w:rPr>
          <w:t>5</w:t>
        </w:r>
      </w:hyperlink>
      <w:r w:rsidRPr="00503313">
        <w:rPr>
          <w:sz w:val="28"/>
          <w:szCs w:val="28"/>
        </w:rPr>
        <w:t xml:space="preserve"> настоящего Положения, он обязан представить ходатайство либо уведомление, передать награду и оригиналы документов к ней, оригиналы документов к званию не позднее следующего рабочего дня после устранения такой причины.</w:t>
      </w: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r w:rsidRPr="00503313">
        <w:rPr>
          <w:sz w:val="28"/>
          <w:szCs w:val="28"/>
        </w:rPr>
        <w:t xml:space="preserve">7. Обеспечение рассмотрения главой </w:t>
      </w:r>
      <w:r w:rsidR="00DA2462" w:rsidRPr="00503313">
        <w:rPr>
          <w:sz w:val="28"/>
          <w:szCs w:val="28"/>
        </w:rPr>
        <w:t>муниципального образования</w:t>
      </w:r>
      <w:r w:rsidRPr="00503313">
        <w:rPr>
          <w:sz w:val="28"/>
          <w:szCs w:val="28"/>
        </w:rPr>
        <w:t xml:space="preserve"> ходатайств, информирование лица, представившего (направившего) ходатайство, о решении, принятом главой </w:t>
      </w:r>
      <w:r w:rsidR="00DA2462" w:rsidRPr="00503313">
        <w:rPr>
          <w:sz w:val="28"/>
          <w:szCs w:val="28"/>
        </w:rPr>
        <w:t>муниципального образования</w:t>
      </w:r>
      <w:r w:rsidRPr="00503313">
        <w:rPr>
          <w:sz w:val="28"/>
          <w:szCs w:val="28"/>
        </w:rPr>
        <w:t xml:space="preserve"> по результатам рассмотрения ходатайств, а также учет уведомлений осуществляются специалистом, ответственным за ведение кадровой работы.</w:t>
      </w: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r w:rsidRPr="00503313">
        <w:rPr>
          <w:sz w:val="28"/>
          <w:szCs w:val="28"/>
        </w:rPr>
        <w:t xml:space="preserve">8. В случае удовлетворения главой </w:t>
      </w:r>
      <w:r w:rsidR="00DA2462" w:rsidRPr="00503313">
        <w:rPr>
          <w:sz w:val="28"/>
          <w:szCs w:val="28"/>
        </w:rPr>
        <w:t>муниципального образования</w:t>
      </w:r>
      <w:r w:rsidRPr="00503313">
        <w:rPr>
          <w:sz w:val="28"/>
          <w:szCs w:val="28"/>
        </w:rPr>
        <w:t xml:space="preserve"> ходатайства муниципального служащего, специалист, ответственный за ведение кадровой работы, в течение 10 рабочих дней со дня принятия указанного решения передает муниципальному служащему награду и оригиналы документов к ней, оригиналы документов к званию.</w:t>
      </w:r>
    </w:p>
    <w:p w:rsidR="00765B6C" w:rsidRPr="00503313" w:rsidRDefault="00765B6C" w:rsidP="00503313">
      <w:pPr>
        <w:pStyle w:val="afc"/>
        <w:jc w:val="both"/>
        <w:rPr>
          <w:sz w:val="28"/>
          <w:szCs w:val="28"/>
        </w:rPr>
      </w:pPr>
      <w:r w:rsidRPr="00503313">
        <w:rPr>
          <w:sz w:val="28"/>
          <w:szCs w:val="28"/>
        </w:rPr>
        <w:t xml:space="preserve">9. </w:t>
      </w:r>
      <w:proofErr w:type="gramStart"/>
      <w:r w:rsidRPr="00503313">
        <w:rPr>
          <w:sz w:val="28"/>
          <w:szCs w:val="28"/>
        </w:rPr>
        <w:t xml:space="preserve">В случае отказа главы </w:t>
      </w:r>
      <w:r w:rsidR="00DA2462" w:rsidRPr="00503313">
        <w:rPr>
          <w:sz w:val="28"/>
          <w:szCs w:val="28"/>
        </w:rPr>
        <w:t>муниципального образования</w:t>
      </w:r>
      <w:r w:rsidRPr="00503313">
        <w:rPr>
          <w:sz w:val="28"/>
          <w:szCs w:val="28"/>
        </w:rPr>
        <w:t xml:space="preserve">  в удовлетворении ходатайства муниципального служащего, специалист, ответственный за ведение кадровой работы, в течение 10 рабочих дней со дня принятия указанного решения сообщает муниципальному служащему об этом и направляет награду и оригиналы документов к ней, оригиналы документов к званию в соответствующий орган иностранного государства, международную организацию, политическую партию, </w:t>
      </w:r>
      <w:r w:rsidR="00DA2462" w:rsidRPr="00503313">
        <w:rPr>
          <w:sz w:val="28"/>
          <w:szCs w:val="28"/>
        </w:rPr>
        <w:t xml:space="preserve"> </w:t>
      </w:r>
      <w:r w:rsidRPr="00503313">
        <w:rPr>
          <w:sz w:val="28"/>
          <w:szCs w:val="28"/>
        </w:rPr>
        <w:t>другое общественное объединение и религиозное объединение.</w:t>
      </w:r>
      <w:proofErr w:type="gramEnd"/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765B6C" w:rsidRPr="00503313" w:rsidRDefault="00765B6C" w:rsidP="00503313">
      <w:pPr>
        <w:pStyle w:val="afc"/>
        <w:ind w:left="6667"/>
        <w:jc w:val="both"/>
      </w:pPr>
      <w:r w:rsidRPr="00503313">
        <w:lastRenderedPageBreak/>
        <w:t>Приложение № 1</w:t>
      </w:r>
    </w:p>
    <w:p w:rsidR="00765B6C" w:rsidRPr="00503313" w:rsidRDefault="00765B6C" w:rsidP="00503313">
      <w:pPr>
        <w:pStyle w:val="afc"/>
        <w:ind w:left="6667"/>
        <w:jc w:val="both"/>
      </w:pPr>
      <w:r w:rsidRPr="00503313">
        <w:t>к Положению о порядке принятия лицами, замещающими должности муниципальной службы,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765B6C" w:rsidRPr="00503313" w:rsidRDefault="00765B6C" w:rsidP="00503313">
      <w:pPr>
        <w:pStyle w:val="afc"/>
        <w:ind w:left="6120"/>
        <w:jc w:val="both"/>
      </w:pPr>
    </w:p>
    <w:p w:rsidR="001E6DBC" w:rsidRPr="00503313" w:rsidRDefault="001E6DBC" w:rsidP="00503313">
      <w:pPr>
        <w:pStyle w:val="afc"/>
        <w:ind w:left="5400"/>
        <w:jc w:val="both"/>
      </w:pPr>
      <w:r w:rsidRPr="00503313">
        <w:t xml:space="preserve">Главе </w:t>
      </w:r>
      <w:r w:rsidR="00DA2462" w:rsidRPr="00503313">
        <w:t>муниципального образования</w:t>
      </w:r>
    </w:p>
    <w:p w:rsidR="00765B6C" w:rsidRPr="00503313" w:rsidRDefault="001E6DBC" w:rsidP="00503313">
      <w:pPr>
        <w:pStyle w:val="afc"/>
        <w:jc w:val="both"/>
      </w:pPr>
      <w:r w:rsidRPr="00503313">
        <w:t xml:space="preserve">                                                                               </w:t>
      </w:r>
      <w:r w:rsidR="00765B6C" w:rsidRPr="00503313">
        <w:t>от ___________________________</w:t>
      </w:r>
    </w:p>
    <w:p w:rsidR="00765B6C" w:rsidRPr="00503313" w:rsidRDefault="00765B6C" w:rsidP="00503313">
      <w:pPr>
        <w:pStyle w:val="afc"/>
        <w:ind w:left="5587"/>
        <w:jc w:val="both"/>
      </w:pPr>
      <w:r w:rsidRPr="00503313">
        <w:t>(Ф.И.О., замещаемая должность)</w:t>
      </w: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jc w:val="center"/>
      </w:pPr>
      <w:bookmarkStart w:id="4" w:name="Par88"/>
      <w:bookmarkEnd w:id="4"/>
      <w:r w:rsidRPr="00503313">
        <w:t>ХОДАТАЙСТВО</w:t>
      </w:r>
    </w:p>
    <w:p w:rsidR="00765B6C" w:rsidRPr="00503313" w:rsidRDefault="00765B6C" w:rsidP="00503313">
      <w:pPr>
        <w:pStyle w:val="afc"/>
        <w:jc w:val="both"/>
      </w:pPr>
      <w:r w:rsidRPr="00503313">
        <w:t xml:space="preserve">о разрешении принять награду, почетное или специальное звание </w:t>
      </w:r>
    </w:p>
    <w:p w:rsidR="00765B6C" w:rsidRPr="00503313" w:rsidRDefault="00765B6C" w:rsidP="00503313">
      <w:pPr>
        <w:pStyle w:val="afc"/>
        <w:jc w:val="both"/>
      </w:pPr>
      <w:r w:rsidRPr="00503313">
        <w:t xml:space="preserve">иностранного государства, международной организации, </w:t>
      </w:r>
    </w:p>
    <w:p w:rsidR="00765B6C" w:rsidRPr="00503313" w:rsidRDefault="00765B6C" w:rsidP="00503313">
      <w:pPr>
        <w:pStyle w:val="afc"/>
        <w:jc w:val="both"/>
      </w:pPr>
      <w:r w:rsidRPr="00503313">
        <w:t>а также политической партии, другого общественного объединения</w:t>
      </w:r>
    </w:p>
    <w:p w:rsidR="00765B6C" w:rsidRPr="00503313" w:rsidRDefault="00765B6C" w:rsidP="00503313">
      <w:pPr>
        <w:pStyle w:val="afc"/>
        <w:jc w:val="both"/>
      </w:pPr>
      <w:r w:rsidRPr="00503313">
        <w:t>или религиозного объединения</w:t>
      </w: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jc w:val="both"/>
      </w:pPr>
      <w:r w:rsidRPr="00503313">
        <w:t>Прошу разрешить мне принять</w:t>
      </w:r>
    </w:p>
    <w:p w:rsidR="00765B6C" w:rsidRPr="00503313" w:rsidRDefault="00765B6C" w:rsidP="00503313">
      <w:pPr>
        <w:pStyle w:val="afc"/>
        <w:jc w:val="both"/>
      </w:pPr>
      <w:r w:rsidRPr="00503313">
        <w:t>___________________________________________________________________</w:t>
      </w:r>
    </w:p>
    <w:p w:rsidR="00765B6C" w:rsidRPr="00503313" w:rsidRDefault="00765B6C" w:rsidP="00503313">
      <w:pPr>
        <w:pStyle w:val="afc"/>
        <w:ind w:left="2837"/>
        <w:jc w:val="both"/>
      </w:pPr>
      <w:r w:rsidRPr="00503313">
        <w:t>(наименование награды, почетного или специального звания)</w:t>
      </w:r>
    </w:p>
    <w:p w:rsidR="00765B6C" w:rsidRPr="00503313" w:rsidRDefault="00765B6C" w:rsidP="00503313">
      <w:pPr>
        <w:pStyle w:val="afc"/>
        <w:jc w:val="both"/>
      </w:pPr>
      <w:r w:rsidRPr="00503313">
        <w:t>___________________________________________________________________</w:t>
      </w:r>
    </w:p>
    <w:p w:rsidR="00765B6C" w:rsidRPr="00503313" w:rsidRDefault="00765B6C" w:rsidP="00503313">
      <w:pPr>
        <w:pStyle w:val="afc"/>
        <w:ind w:left="2117"/>
        <w:jc w:val="both"/>
      </w:pPr>
      <w:r w:rsidRPr="00503313">
        <w:t>(за какие заслуги присвоено и кем, за какие заслуги награжде</w:t>
      </w:r>
      <w:proofErr w:type="gramStart"/>
      <w:r w:rsidRPr="00503313">
        <w:t>н(</w:t>
      </w:r>
      <w:proofErr w:type="gramEnd"/>
      <w:r w:rsidRPr="00503313">
        <w:t>а) и кем)</w:t>
      </w:r>
    </w:p>
    <w:p w:rsidR="00765B6C" w:rsidRPr="00503313" w:rsidRDefault="00765B6C" w:rsidP="00503313">
      <w:pPr>
        <w:pStyle w:val="afc"/>
        <w:jc w:val="both"/>
      </w:pPr>
      <w:r w:rsidRPr="00503313">
        <w:t>___________________________________________________________________</w:t>
      </w:r>
    </w:p>
    <w:p w:rsidR="00765B6C" w:rsidRPr="00503313" w:rsidRDefault="00765B6C" w:rsidP="00503313">
      <w:pPr>
        <w:pStyle w:val="afc"/>
        <w:jc w:val="both"/>
      </w:pPr>
      <w:r w:rsidRPr="00503313">
        <w:t>(дата и место вручения документов к почетному или специальному званию, награды или иного знака отличия)</w:t>
      </w: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jc w:val="both"/>
      </w:pPr>
      <w:r w:rsidRPr="00503313">
        <w:t xml:space="preserve">Документы к почетному или специальному званию, награда и документы </w:t>
      </w:r>
      <w:proofErr w:type="gramStart"/>
      <w:r w:rsidRPr="00503313">
        <w:t>к</w:t>
      </w:r>
      <w:proofErr w:type="gramEnd"/>
    </w:p>
    <w:p w:rsidR="00765B6C" w:rsidRPr="00503313" w:rsidRDefault="00765B6C" w:rsidP="00503313">
      <w:pPr>
        <w:pStyle w:val="afc"/>
        <w:jc w:val="both"/>
      </w:pPr>
      <w:r w:rsidRPr="00503313">
        <w:t>ней, знак отличия и документы к нему (</w:t>
      </w:r>
      <w:proofErr w:type="gramStart"/>
      <w:r w:rsidRPr="00503313">
        <w:t>нужное</w:t>
      </w:r>
      <w:proofErr w:type="gramEnd"/>
      <w:r w:rsidRPr="00503313">
        <w:t xml:space="preserve"> подчеркнуть):</w:t>
      </w:r>
    </w:p>
    <w:p w:rsidR="00765B6C" w:rsidRPr="00503313" w:rsidRDefault="00765B6C" w:rsidP="00503313">
      <w:pPr>
        <w:pStyle w:val="afc"/>
        <w:jc w:val="both"/>
      </w:pPr>
      <w:r w:rsidRPr="00503313">
        <w:t>________________________________________________________________________</w:t>
      </w:r>
    </w:p>
    <w:p w:rsidR="00765B6C" w:rsidRPr="00503313" w:rsidRDefault="00765B6C" w:rsidP="00503313">
      <w:pPr>
        <w:pStyle w:val="afc"/>
        <w:ind w:left="706"/>
        <w:jc w:val="both"/>
      </w:pPr>
      <w:r w:rsidRPr="00503313">
        <w:t>(наименование награды, почетного или специального звания)</w:t>
      </w:r>
    </w:p>
    <w:p w:rsidR="00765B6C" w:rsidRPr="00503313" w:rsidRDefault="00765B6C" w:rsidP="00503313">
      <w:pPr>
        <w:pStyle w:val="afc"/>
        <w:jc w:val="both"/>
      </w:pPr>
      <w:r w:rsidRPr="00503313">
        <w:t>_______________________________________________________________________</w:t>
      </w:r>
    </w:p>
    <w:p w:rsidR="00765B6C" w:rsidRPr="00503313" w:rsidRDefault="00765B6C" w:rsidP="00503313">
      <w:pPr>
        <w:pStyle w:val="afc"/>
        <w:jc w:val="both"/>
      </w:pPr>
      <w:r w:rsidRPr="00503313">
        <w:t>(наименование документов к награде, почетному или специальному званию)</w:t>
      </w: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jc w:val="both"/>
      </w:pPr>
      <w:proofErr w:type="gramStart"/>
      <w:r w:rsidRPr="00503313">
        <w:t>сданы</w:t>
      </w:r>
      <w:proofErr w:type="gramEnd"/>
      <w:r w:rsidRPr="00503313">
        <w:t xml:space="preserve"> по акту приема-передачи № _______ от «___»______ 20__ г. в ________</w:t>
      </w:r>
    </w:p>
    <w:p w:rsidR="00765B6C" w:rsidRPr="00503313" w:rsidRDefault="00765B6C" w:rsidP="00503313">
      <w:pPr>
        <w:pStyle w:val="afc"/>
        <w:jc w:val="both"/>
      </w:pPr>
      <w:r w:rsidRPr="00503313">
        <w:t>«___»________ 20__ г. __________ ________________________</w:t>
      </w:r>
    </w:p>
    <w:p w:rsidR="00765B6C" w:rsidRPr="00503313" w:rsidRDefault="00765B6C" w:rsidP="00503313">
      <w:pPr>
        <w:pStyle w:val="afc"/>
        <w:jc w:val="both"/>
      </w:pPr>
      <w:r w:rsidRPr="00503313">
        <w:t>(подпись) (расшифровка подписи)</w:t>
      </w:r>
    </w:p>
    <w:p w:rsidR="00765B6C" w:rsidRPr="00503313" w:rsidRDefault="00765B6C" w:rsidP="00503313">
      <w:pPr>
        <w:pStyle w:val="afc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503313" w:rsidRDefault="00503313" w:rsidP="00503313">
      <w:pPr>
        <w:pStyle w:val="afc"/>
        <w:ind w:left="6667"/>
        <w:jc w:val="both"/>
      </w:pPr>
    </w:p>
    <w:p w:rsidR="00765B6C" w:rsidRPr="00503313" w:rsidRDefault="00765B6C" w:rsidP="00503313">
      <w:pPr>
        <w:pStyle w:val="afc"/>
        <w:ind w:left="6667"/>
        <w:jc w:val="both"/>
      </w:pPr>
      <w:r w:rsidRPr="00503313">
        <w:lastRenderedPageBreak/>
        <w:t>Приложение № 2</w:t>
      </w:r>
    </w:p>
    <w:p w:rsidR="00765B6C" w:rsidRPr="00503313" w:rsidRDefault="00765B6C" w:rsidP="00503313">
      <w:pPr>
        <w:pStyle w:val="afc"/>
        <w:ind w:left="6667"/>
        <w:jc w:val="both"/>
      </w:pPr>
      <w:r w:rsidRPr="00503313">
        <w:t>к Положению о порядке принятия лицами, замещающими должности муниципальной службы,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объединений.</w:t>
      </w: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ind w:left="5400"/>
        <w:jc w:val="both"/>
      </w:pPr>
      <w:r w:rsidRPr="00503313">
        <w:t xml:space="preserve">Главе </w:t>
      </w:r>
      <w:r w:rsidR="00DA2462" w:rsidRPr="00503313">
        <w:t>муниципального образования</w:t>
      </w:r>
    </w:p>
    <w:p w:rsidR="00765B6C" w:rsidRPr="00503313" w:rsidRDefault="00765B6C" w:rsidP="00503313">
      <w:pPr>
        <w:pStyle w:val="afc"/>
        <w:ind w:left="5400"/>
        <w:jc w:val="both"/>
      </w:pPr>
      <w:r w:rsidRPr="00503313">
        <w:t>от ___________________________</w:t>
      </w:r>
    </w:p>
    <w:p w:rsidR="00765B6C" w:rsidRPr="00503313" w:rsidRDefault="00765B6C" w:rsidP="00503313">
      <w:pPr>
        <w:pStyle w:val="afc"/>
        <w:ind w:left="5400"/>
        <w:jc w:val="both"/>
      </w:pPr>
      <w:r w:rsidRPr="00503313">
        <w:t>(Ф.И.О., замещаемая должность)</w:t>
      </w: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jc w:val="both"/>
      </w:pPr>
      <w:bookmarkStart w:id="5" w:name="Par147"/>
      <w:bookmarkEnd w:id="5"/>
    </w:p>
    <w:p w:rsidR="00765B6C" w:rsidRPr="00503313" w:rsidRDefault="00765B6C" w:rsidP="00503313">
      <w:pPr>
        <w:pStyle w:val="afc"/>
        <w:jc w:val="center"/>
      </w:pPr>
      <w:r w:rsidRPr="00503313">
        <w:t>УВЕДОМЛЕНИЕ</w:t>
      </w:r>
    </w:p>
    <w:p w:rsidR="00765B6C" w:rsidRPr="00503313" w:rsidRDefault="00765B6C" w:rsidP="00503313">
      <w:pPr>
        <w:pStyle w:val="afc"/>
        <w:jc w:val="both"/>
      </w:pPr>
      <w:r w:rsidRPr="00503313">
        <w:t>об отказе в получении награды, почетного или специального звания</w:t>
      </w:r>
    </w:p>
    <w:p w:rsidR="00765B6C" w:rsidRPr="00503313" w:rsidRDefault="00765B6C" w:rsidP="00503313">
      <w:pPr>
        <w:pStyle w:val="afc"/>
        <w:jc w:val="both"/>
      </w:pPr>
      <w:r w:rsidRPr="00503313">
        <w:t>иностранного государства, международной организации, а также политической партии, другого общественного объединения или религиозного объединения</w:t>
      </w: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jc w:val="both"/>
      </w:pPr>
      <w:r w:rsidRPr="00503313">
        <w:t>Уведомляю о принятом мною решении отказаться от получения</w:t>
      </w:r>
    </w:p>
    <w:p w:rsidR="00765B6C" w:rsidRPr="00503313" w:rsidRDefault="00765B6C" w:rsidP="00503313">
      <w:pPr>
        <w:pStyle w:val="afc"/>
        <w:jc w:val="both"/>
      </w:pPr>
      <w:r w:rsidRPr="00503313">
        <w:t>________________________________________________________________________</w:t>
      </w:r>
    </w:p>
    <w:p w:rsidR="00765B6C" w:rsidRPr="00503313" w:rsidRDefault="00765B6C" w:rsidP="00503313">
      <w:pPr>
        <w:pStyle w:val="afc"/>
        <w:jc w:val="both"/>
      </w:pPr>
      <w:r w:rsidRPr="00503313">
        <w:t>(наименование награды, почетного или специального звания)</w:t>
      </w:r>
    </w:p>
    <w:p w:rsidR="00765B6C" w:rsidRPr="00503313" w:rsidRDefault="00765B6C" w:rsidP="00503313">
      <w:pPr>
        <w:pStyle w:val="afc"/>
        <w:jc w:val="both"/>
      </w:pPr>
      <w:r w:rsidRPr="00503313">
        <w:t>________________________________________________________________________.</w:t>
      </w:r>
    </w:p>
    <w:p w:rsidR="00765B6C" w:rsidRPr="00503313" w:rsidRDefault="00765B6C" w:rsidP="00503313">
      <w:pPr>
        <w:pStyle w:val="afc"/>
        <w:jc w:val="both"/>
      </w:pPr>
      <w:r w:rsidRPr="00503313">
        <w:t>(за какие заслуги присвоено и кем, за какие заслуги награжде</w:t>
      </w:r>
      <w:proofErr w:type="gramStart"/>
      <w:r w:rsidRPr="00503313">
        <w:t>н(</w:t>
      </w:r>
      <w:proofErr w:type="gramEnd"/>
      <w:r w:rsidRPr="00503313">
        <w:t>а) и кем)</w:t>
      </w: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jc w:val="both"/>
      </w:pPr>
      <w:r w:rsidRPr="00503313">
        <w:t>«___»________ 20_ г. __________ ________________________</w:t>
      </w:r>
    </w:p>
    <w:p w:rsidR="00765B6C" w:rsidRPr="00503313" w:rsidRDefault="00765B6C" w:rsidP="00503313">
      <w:pPr>
        <w:pStyle w:val="afc"/>
        <w:jc w:val="both"/>
      </w:pPr>
      <w:r w:rsidRPr="00503313">
        <w:t>(подпись) (расшифровка подписи)</w:t>
      </w:r>
    </w:p>
    <w:p w:rsidR="00765B6C" w:rsidRPr="00503313" w:rsidRDefault="00765B6C" w:rsidP="00503313">
      <w:pPr>
        <w:pStyle w:val="afc"/>
        <w:jc w:val="both"/>
      </w:pPr>
    </w:p>
    <w:p w:rsidR="00765B6C" w:rsidRPr="00503313" w:rsidRDefault="00765B6C" w:rsidP="00503313">
      <w:pPr>
        <w:pStyle w:val="afc"/>
        <w:spacing w:after="240"/>
        <w:jc w:val="both"/>
      </w:pPr>
    </w:p>
    <w:bookmarkEnd w:id="0"/>
    <w:p w:rsidR="00D90743" w:rsidRPr="00503313" w:rsidRDefault="00B67F4B" w:rsidP="00503313">
      <w:pPr>
        <w:pStyle w:val="a6"/>
        <w:tabs>
          <w:tab w:val="clear" w:pos="4536"/>
          <w:tab w:val="clear" w:pos="9072"/>
          <w:tab w:val="left" w:pos="851"/>
        </w:tabs>
        <w:ind w:firstLine="0"/>
        <w:rPr>
          <w:sz w:val="24"/>
          <w:szCs w:val="24"/>
        </w:rPr>
      </w:pPr>
      <w:r w:rsidRPr="00503313">
        <w:rPr>
          <w:sz w:val="24"/>
          <w:szCs w:val="24"/>
        </w:rPr>
        <w:t xml:space="preserve">         </w:t>
      </w:r>
    </w:p>
    <w:sectPr w:rsidR="00D90743" w:rsidRPr="00503313" w:rsidSect="00B67F4B">
      <w:type w:val="continuous"/>
      <w:pgSz w:w="11906" w:h="16838" w:code="9"/>
      <w:pgMar w:top="1134" w:right="567" w:bottom="1134" w:left="1418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EB1" w:rsidRDefault="00425EB1">
      <w:r>
        <w:separator/>
      </w:r>
    </w:p>
  </w:endnote>
  <w:endnote w:type="continuationSeparator" w:id="0">
    <w:p w:rsidR="00425EB1" w:rsidRDefault="0042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EB1" w:rsidRDefault="00425EB1">
      <w:r>
        <w:separator/>
      </w:r>
    </w:p>
  </w:footnote>
  <w:footnote w:type="continuationSeparator" w:id="0">
    <w:p w:rsidR="00425EB1" w:rsidRDefault="00425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F2"/>
    <w:multiLevelType w:val="hybridMultilevel"/>
    <w:tmpl w:val="D1204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182B"/>
    <w:multiLevelType w:val="hybridMultilevel"/>
    <w:tmpl w:val="9D64AE34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">
    <w:nsid w:val="08B11F63"/>
    <w:multiLevelType w:val="hybridMultilevel"/>
    <w:tmpl w:val="984AE79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974A6"/>
    <w:multiLevelType w:val="hybridMultilevel"/>
    <w:tmpl w:val="24808648"/>
    <w:lvl w:ilvl="0" w:tplc="5DC6F1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444649"/>
    <w:multiLevelType w:val="hybridMultilevel"/>
    <w:tmpl w:val="552E5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27A15"/>
    <w:multiLevelType w:val="hybridMultilevel"/>
    <w:tmpl w:val="714A87E2"/>
    <w:lvl w:ilvl="0" w:tplc="DAC0AAB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DC2F01"/>
    <w:multiLevelType w:val="multilevel"/>
    <w:tmpl w:val="EC74DB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">
    <w:nsid w:val="214338BF"/>
    <w:multiLevelType w:val="multilevel"/>
    <w:tmpl w:val="5C0E11A2"/>
    <w:lvl w:ilvl="0">
      <w:start w:val="4"/>
      <w:numFmt w:val="decimal"/>
      <w:pStyle w:val="4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Restart w:val="0"/>
      <w:pStyle w:val="4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8">
    <w:nsid w:val="21683828"/>
    <w:multiLevelType w:val="hybridMultilevel"/>
    <w:tmpl w:val="6B4A9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D2CE3"/>
    <w:multiLevelType w:val="hybridMultilevel"/>
    <w:tmpl w:val="E0CA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A7DBC"/>
    <w:multiLevelType w:val="hybridMultilevel"/>
    <w:tmpl w:val="5E3CB576"/>
    <w:lvl w:ilvl="0" w:tplc="A68CDBD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2C712AA3"/>
    <w:multiLevelType w:val="hybridMultilevel"/>
    <w:tmpl w:val="AEF8F08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0737BB2"/>
    <w:multiLevelType w:val="multilevel"/>
    <w:tmpl w:val="AC48F12E"/>
    <w:lvl w:ilvl="0">
      <w:start w:val="1"/>
      <w:numFmt w:val="decimal"/>
      <w:lvlText w:val="%1."/>
      <w:lvlJc w:val="left"/>
      <w:pPr>
        <w:ind w:left="2937" w:hanging="8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3">
    <w:nsid w:val="333F231D"/>
    <w:multiLevelType w:val="hybridMultilevel"/>
    <w:tmpl w:val="8A5C4D3A"/>
    <w:lvl w:ilvl="0" w:tplc="D0E68AC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4">
    <w:nsid w:val="3BD477E6"/>
    <w:multiLevelType w:val="hybridMultilevel"/>
    <w:tmpl w:val="6B74C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1A7AB4"/>
    <w:multiLevelType w:val="hybridMultilevel"/>
    <w:tmpl w:val="B4361476"/>
    <w:lvl w:ilvl="0" w:tplc="CBCE311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A805B7"/>
    <w:multiLevelType w:val="hybridMultilevel"/>
    <w:tmpl w:val="F7425304"/>
    <w:lvl w:ilvl="0" w:tplc="3F5040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43240257"/>
    <w:multiLevelType w:val="hybridMultilevel"/>
    <w:tmpl w:val="01128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C100E"/>
    <w:multiLevelType w:val="hybridMultilevel"/>
    <w:tmpl w:val="22CAFD96"/>
    <w:lvl w:ilvl="0" w:tplc="D0E68AC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16C"/>
    <w:multiLevelType w:val="hybridMultilevel"/>
    <w:tmpl w:val="2ECA749E"/>
    <w:lvl w:ilvl="0" w:tplc="73668EC8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81C104B"/>
    <w:multiLevelType w:val="hybridMultilevel"/>
    <w:tmpl w:val="37481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A6076"/>
    <w:multiLevelType w:val="hybridMultilevel"/>
    <w:tmpl w:val="537AD5B2"/>
    <w:lvl w:ilvl="0" w:tplc="999C9D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14"/>
  </w:num>
  <w:num w:numId="5">
    <w:abstractNumId w:val="17"/>
  </w:num>
  <w:num w:numId="6">
    <w:abstractNumId w:val="10"/>
  </w:num>
  <w:num w:numId="7">
    <w:abstractNumId w:val="9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0"/>
  </w:num>
  <w:num w:numId="13">
    <w:abstractNumId w:val="8"/>
  </w:num>
  <w:num w:numId="14">
    <w:abstractNumId w:val="12"/>
  </w:num>
  <w:num w:numId="15">
    <w:abstractNumId w:val="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8"/>
  </w:num>
  <w:num w:numId="2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B2A"/>
    <w:rsid w:val="00002A4D"/>
    <w:rsid w:val="00002B30"/>
    <w:rsid w:val="00003987"/>
    <w:rsid w:val="00003A3A"/>
    <w:rsid w:val="00003A63"/>
    <w:rsid w:val="00006BC8"/>
    <w:rsid w:val="00011422"/>
    <w:rsid w:val="00012CC0"/>
    <w:rsid w:val="00013C61"/>
    <w:rsid w:val="00013D6E"/>
    <w:rsid w:val="00015789"/>
    <w:rsid w:val="00016814"/>
    <w:rsid w:val="000178F1"/>
    <w:rsid w:val="0002128D"/>
    <w:rsid w:val="0002281D"/>
    <w:rsid w:val="00025CB3"/>
    <w:rsid w:val="0002652D"/>
    <w:rsid w:val="00026EF6"/>
    <w:rsid w:val="00031525"/>
    <w:rsid w:val="0003173D"/>
    <w:rsid w:val="00031A14"/>
    <w:rsid w:val="00032016"/>
    <w:rsid w:val="00032A8E"/>
    <w:rsid w:val="00033AC9"/>
    <w:rsid w:val="00035B24"/>
    <w:rsid w:val="000375DC"/>
    <w:rsid w:val="00037DE1"/>
    <w:rsid w:val="00037F62"/>
    <w:rsid w:val="0004427E"/>
    <w:rsid w:val="00044814"/>
    <w:rsid w:val="000507FB"/>
    <w:rsid w:val="00052E33"/>
    <w:rsid w:val="0005381D"/>
    <w:rsid w:val="00053C1D"/>
    <w:rsid w:val="000561CD"/>
    <w:rsid w:val="00064068"/>
    <w:rsid w:val="00067393"/>
    <w:rsid w:val="00067CA9"/>
    <w:rsid w:val="00071582"/>
    <w:rsid w:val="000755B4"/>
    <w:rsid w:val="00076694"/>
    <w:rsid w:val="00076EAD"/>
    <w:rsid w:val="00080E04"/>
    <w:rsid w:val="00084152"/>
    <w:rsid w:val="00084A43"/>
    <w:rsid w:val="00084BCB"/>
    <w:rsid w:val="0008594B"/>
    <w:rsid w:val="00090700"/>
    <w:rsid w:val="000910E9"/>
    <w:rsid w:val="00092796"/>
    <w:rsid w:val="000952F8"/>
    <w:rsid w:val="000963B2"/>
    <w:rsid w:val="000971F2"/>
    <w:rsid w:val="000A1E14"/>
    <w:rsid w:val="000A2787"/>
    <w:rsid w:val="000A28C2"/>
    <w:rsid w:val="000A360E"/>
    <w:rsid w:val="000A48C2"/>
    <w:rsid w:val="000A57F3"/>
    <w:rsid w:val="000A652F"/>
    <w:rsid w:val="000A72F1"/>
    <w:rsid w:val="000B074E"/>
    <w:rsid w:val="000B248A"/>
    <w:rsid w:val="000B5A8A"/>
    <w:rsid w:val="000B63C7"/>
    <w:rsid w:val="000B675F"/>
    <w:rsid w:val="000C019F"/>
    <w:rsid w:val="000C0931"/>
    <w:rsid w:val="000C3B82"/>
    <w:rsid w:val="000C485C"/>
    <w:rsid w:val="000D1713"/>
    <w:rsid w:val="000D2DC8"/>
    <w:rsid w:val="000D40A1"/>
    <w:rsid w:val="000D535C"/>
    <w:rsid w:val="000D55AD"/>
    <w:rsid w:val="000D5FE5"/>
    <w:rsid w:val="000D6F29"/>
    <w:rsid w:val="000E15D9"/>
    <w:rsid w:val="000E3857"/>
    <w:rsid w:val="000E3C20"/>
    <w:rsid w:val="000E5422"/>
    <w:rsid w:val="000E74F9"/>
    <w:rsid w:val="000F1DBF"/>
    <w:rsid w:val="000F2788"/>
    <w:rsid w:val="000F36F7"/>
    <w:rsid w:val="000F5B60"/>
    <w:rsid w:val="000F6838"/>
    <w:rsid w:val="0010148C"/>
    <w:rsid w:val="00103627"/>
    <w:rsid w:val="00103F83"/>
    <w:rsid w:val="0010577E"/>
    <w:rsid w:val="00106B32"/>
    <w:rsid w:val="00106EEF"/>
    <w:rsid w:val="00107925"/>
    <w:rsid w:val="00107C2A"/>
    <w:rsid w:val="001101B3"/>
    <w:rsid w:val="00110C87"/>
    <w:rsid w:val="001120DC"/>
    <w:rsid w:val="00114C28"/>
    <w:rsid w:val="00116737"/>
    <w:rsid w:val="00120808"/>
    <w:rsid w:val="001220D2"/>
    <w:rsid w:val="0013170C"/>
    <w:rsid w:val="001320E4"/>
    <w:rsid w:val="001333AD"/>
    <w:rsid w:val="00134EE2"/>
    <w:rsid w:val="00135415"/>
    <w:rsid w:val="00135C91"/>
    <w:rsid w:val="00136680"/>
    <w:rsid w:val="00145A73"/>
    <w:rsid w:val="00145E17"/>
    <w:rsid w:val="00150BFE"/>
    <w:rsid w:val="001522E8"/>
    <w:rsid w:val="00154D31"/>
    <w:rsid w:val="001568E7"/>
    <w:rsid w:val="00161E68"/>
    <w:rsid w:val="001622D6"/>
    <w:rsid w:val="00162594"/>
    <w:rsid w:val="00162E27"/>
    <w:rsid w:val="00163127"/>
    <w:rsid w:val="00164803"/>
    <w:rsid w:val="001673E1"/>
    <w:rsid w:val="00173032"/>
    <w:rsid w:val="00176C87"/>
    <w:rsid w:val="001772A4"/>
    <w:rsid w:val="00185EDE"/>
    <w:rsid w:val="00186853"/>
    <w:rsid w:val="00193880"/>
    <w:rsid w:val="00194650"/>
    <w:rsid w:val="001955C1"/>
    <w:rsid w:val="00195D63"/>
    <w:rsid w:val="00195EF5"/>
    <w:rsid w:val="001A188A"/>
    <w:rsid w:val="001A2CEC"/>
    <w:rsid w:val="001A32C4"/>
    <w:rsid w:val="001A3EDE"/>
    <w:rsid w:val="001A5E76"/>
    <w:rsid w:val="001A6338"/>
    <w:rsid w:val="001B3BE7"/>
    <w:rsid w:val="001B3F98"/>
    <w:rsid w:val="001B619C"/>
    <w:rsid w:val="001B7216"/>
    <w:rsid w:val="001B7AAA"/>
    <w:rsid w:val="001C6440"/>
    <w:rsid w:val="001C6630"/>
    <w:rsid w:val="001C6FF1"/>
    <w:rsid w:val="001C7469"/>
    <w:rsid w:val="001D19C6"/>
    <w:rsid w:val="001D590B"/>
    <w:rsid w:val="001D5D17"/>
    <w:rsid w:val="001D60BB"/>
    <w:rsid w:val="001E137F"/>
    <w:rsid w:val="001E37E7"/>
    <w:rsid w:val="001E3FF0"/>
    <w:rsid w:val="001E65B1"/>
    <w:rsid w:val="001E6DBC"/>
    <w:rsid w:val="001E75C2"/>
    <w:rsid w:val="001E7D26"/>
    <w:rsid w:val="001F1649"/>
    <w:rsid w:val="001F3AB2"/>
    <w:rsid w:val="001F4061"/>
    <w:rsid w:val="001F50D0"/>
    <w:rsid w:val="001F69CD"/>
    <w:rsid w:val="001F70D4"/>
    <w:rsid w:val="001F7B99"/>
    <w:rsid w:val="001F7BFC"/>
    <w:rsid w:val="001F7E93"/>
    <w:rsid w:val="00200542"/>
    <w:rsid w:val="00201AE4"/>
    <w:rsid w:val="00202947"/>
    <w:rsid w:val="00203D92"/>
    <w:rsid w:val="00206DDA"/>
    <w:rsid w:val="002074EC"/>
    <w:rsid w:val="002102BC"/>
    <w:rsid w:val="00211D7F"/>
    <w:rsid w:val="002138B6"/>
    <w:rsid w:val="00215643"/>
    <w:rsid w:val="002161D0"/>
    <w:rsid w:val="002177AC"/>
    <w:rsid w:val="00220664"/>
    <w:rsid w:val="00222C94"/>
    <w:rsid w:val="00226050"/>
    <w:rsid w:val="002269E5"/>
    <w:rsid w:val="00227076"/>
    <w:rsid w:val="00227793"/>
    <w:rsid w:val="00230109"/>
    <w:rsid w:val="00230181"/>
    <w:rsid w:val="00230AE5"/>
    <w:rsid w:val="0023167D"/>
    <w:rsid w:val="00231C78"/>
    <w:rsid w:val="00231E61"/>
    <w:rsid w:val="0023277A"/>
    <w:rsid w:val="00233FE3"/>
    <w:rsid w:val="00234220"/>
    <w:rsid w:val="002342D1"/>
    <w:rsid w:val="00235222"/>
    <w:rsid w:val="00241AF8"/>
    <w:rsid w:val="002457A8"/>
    <w:rsid w:val="00247142"/>
    <w:rsid w:val="00250213"/>
    <w:rsid w:val="00250EC6"/>
    <w:rsid w:val="00251046"/>
    <w:rsid w:val="00251DAB"/>
    <w:rsid w:val="00252A09"/>
    <w:rsid w:val="002557C9"/>
    <w:rsid w:val="00255B2B"/>
    <w:rsid w:val="00255E9A"/>
    <w:rsid w:val="00260444"/>
    <w:rsid w:val="00261503"/>
    <w:rsid w:val="00263EB5"/>
    <w:rsid w:val="0026402F"/>
    <w:rsid w:val="0026478D"/>
    <w:rsid w:val="002649E4"/>
    <w:rsid w:val="0026715B"/>
    <w:rsid w:val="00270EB4"/>
    <w:rsid w:val="0027597C"/>
    <w:rsid w:val="002761D4"/>
    <w:rsid w:val="0027770B"/>
    <w:rsid w:val="00282161"/>
    <w:rsid w:val="0028349E"/>
    <w:rsid w:val="00284C3F"/>
    <w:rsid w:val="002854D0"/>
    <w:rsid w:val="00285935"/>
    <w:rsid w:val="00285ECF"/>
    <w:rsid w:val="0028631B"/>
    <w:rsid w:val="00286433"/>
    <w:rsid w:val="00291D83"/>
    <w:rsid w:val="00294385"/>
    <w:rsid w:val="00296A1A"/>
    <w:rsid w:val="00297759"/>
    <w:rsid w:val="00297941"/>
    <w:rsid w:val="00297CEF"/>
    <w:rsid w:val="002A00B4"/>
    <w:rsid w:val="002A1759"/>
    <w:rsid w:val="002A1914"/>
    <w:rsid w:val="002A5C40"/>
    <w:rsid w:val="002A6655"/>
    <w:rsid w:val="002A6BC4"/>
    <w:rsid w:val="002A7FBA"/>
    <w:rsid w:val="002B02B6"/>
    <w:rsid w:val="002B1089"/>
    <w:rsid w:val="002B314F"/>
    <w:rsid w:val="002B34C1"/>
    <w:rsid w:val="002B3731"/>
    <w:rsid w:val="002B42B5"/>
    <w:rsid w:val="002B4E6D"/>
    <w:rsid w:val="002B5160"/>
    <w:rsid w:val="002B7AB6"/>
    <w:rsid w:val="002C0B88"/>
    <w:rsid w:val="002C18DC"/>
    <w:rsid w:val="002C1C78"/>
    <w:rsid w:val="002C1CBE"/>
    <w:rsid w:val="002C1F4E"/>
    <w:rsid w:val="002C38F1"/>
    <w:rsid w:val="002C7637"/>
    <w:rsid w:val="002D5DC6"/>
    <w:rsid w:val="002D6528"/>
    <w:rsid w:val="002D7BF2"/>
    <w:rsid w:val="002E06DC"/>
    <w:rsid w:val="002E139C"/>
    <w:rsid w:val="002E2A00"/>
    <w:rsid w:val="002E4310"/>
    <w:rsid w:val="002F0FB3"/>
    <w:rsid w:val="002F30C7"/>
    <w:rsid w:val="002F3FD9"/>
    <w:rsid w:val="002F4D78"/>
    <w:rsid w:val="002F5485"/>
    <w:rsid w:val="002F5AD8"/>
    <w:rsid w:val="003001ED"/>
    <w:rsid w:val="00301042"/>
    <w:rsid w:val="0030170C"/>
    <w:rsid w:val="003019BE"/>
    <w:rsid w:val="00302270"/>
    <w:rsid w:val="003043EB"/>
    <w:rsid w:val="003070FF"/>
    <w:rsid w:val="0030798E"/>
    <w:rsid w:val="0031071D"/>
    <w:rsid w:val="00312770"/>
    <w:rsid w:val="003127BC"/>
    <w:rsid w:val="0031311E"/>
    <w:rsid w:val="00313D16"/>
    <w:rsid w:val="00314B12"/>
    <w:rsid w:val="00315857"/>
    <w:rsid w:val="00315E84"/>
    <w:rsid w:val="00320581"/>
    <w:rsid w:val="00322E44"/>
    <w:rsid w:val="003233DD"/>
    <w:rsid w:val="00324707"/>
    <w:rsid w:val="00324D51"/>
    <w:rsid w:val="00325678"/>
    <w:rsid w:val="0032751D"/>
    <w:rsid w:val="003300E5"/>
    <w:rsid w:val="00330F00"/>
    <w:rsid w:val="00331C4E"/>
    <w:rsid w:val="0033256B"/>
    <w:rsid w:val="0033362C"/>
    <w:rsid w:val="00333AB8"/>
    <w:rsid w:val="0033439D"/>
    <w:rsid w:val="00334FCD"/>
    <w:rsid w:val="00337184"/>
    <w:rsid w:val="0033791D"/>
    <w:rsid w:val="00340540"/>
    <w:rsid w:val="00341ABF"/>
    <w:rsid w:val="00342133"/>
    <w:rsid w:val="00344407"/>
    <w:rsid w:val="003455A1"/>
    <w:rsid w:val="0034615F"/>
    <w:rsid w:val="00347596"/>
    <w:rsid w:val="00353822"/>
    <w:rsid w:val="0035483C"/>
    <w:rsid w:val="00356A85"/>
    <w:rsid w:val="00361796"/>
    <w:rsid w:val="00361DD1"/>
    <w:rsid w:val="00362B78"/>
    <w:rsid w:val="00362EBD"/>
    <w:rsid w:val="00364F1F"/>
    <w:rsid w:val="00364FED"/>
    <w:rsid w:val="00366D15"/>
    <w:rsid w:val="00366D6E"/>
    <w:rsid w:val="0037008E"/>
    <w:rsid w:val="00370C8C"/>
    <w:rsid w:val="0037143D"/>
    <w:rsid w:val="003714F1"/>
    <w:rsid w:val="00373106"/>
    <w:rsid w:val="00373714"/>
    <w:rsid w:val="00374623"/>
    <w:rsid w:val="00374DA5"/>
    <w:rsid w:val="00375989"/>
    <w:rsid w:val="00375DA8"/>
    <w:rsid w:val="003760A2"/>
    <w:rsid w:val="00380FDF"/>
    <w:rsid w:val="00380FF0"/>
    <w:rsid w:val="00381977"/>
    <w:rsid w:val="003830C3"/>
    <w:rsid w:val="00383B33"/>
    <w:rsid w:val="00385A33"/>
    <w:rsid w:val="0038732E"/>
    <w:rsid w:val="003920DA"/>
    <w:rsid w:val="00392239"/>
    <w:rsid w:val="003925C5"/>
    <w:rsid w:val="0039359B"/>
    <w:rsid w:val="00395890"/>
    <w:rsid w:val="00396F95"/>
    <w:rsid w:val="0039718F"/>
    <w:rsid w:val="003A0AD4"/>
    <w:rsid w:val="003A2708"/>
    <w:rsid w:val="003A28D2"/>
    <w:rsid w:val="003A3BA2"/>
    <w:rsid w:val="003A3EA9"/>
    <w:rsid w:val="003A77E0"/>
    <w:rsid w:val="003A7F16"/>
    <w:rsid w:val="003B0446"/>
    <w:rsid w:val="003B0AC0"/>
    <w:rsid w:val="003B1383"/>
    <w:rsid w:val="003B203C"/>
    <w:rsid w:val="003B38AF"/>
    <w:rsid w:val="003B4A11"/>
    <w:rsid w:val="003B5334"/>
    <w:rsid w:val="003B636D"/>
    <w:rsid w:val="003B70B4"/>
    <w:rsid w:val="003B7334"/>
    <w:rsid w:val="003C0328"/>
    <w:rsid w:val="003C3D90"/>
    <w:rsid w:val="003C4DB2"/>
    <w:rsid w:val="003C57B3"/>
    <w:rsid w:val="003D06FC"/>
    <w:rsid w:val="003D1125"/>
    <w:rsid w:val="003D3503"/>
    <w:rsid w:val="003D55E7"/>
    <w:rsid w:val="003E23F6"/>
    <w:rsid w:val="003E2ADC"/>
    <w:rsid w:val="003F7B81"/>
    <w:rsid w:val="004013C7"/>
    <w:rsid w:val="004028A7"/>
    <w:rsid w:val="004033A2"/>
    <w:rsid w:val="00404C1E"/>
    <w:rsid w:val="004052EA"/>
    <w:rsid w:val="0040547B"/>
    <w:rsid w:val="004063BA"/>
    <w:rsid w:val="0041139B"/>
    <w:rsid w:val="004129C2"/>
    <w:rsid w:val="00413B64"/>
    <w:rsid w:val="00413C76"/>
    <w:rsid w:val="0041412C"/>
    <w:rsid w:val="004158B3"/>
    <w:rsid w:val="004213B9"/>
    <w:rsid w:val="00425EB1"/>
    <w:rsid w:val="0042670E"/>
    <w:rsid w:val="004273D7"/>
    <w:rsid w:val="0043037F"/>
    <w:rsid w:val="00430DEE"/>
    <w:rsid w:val="0043115B"/>
    <w:rsid w:val="00432E6B"/>
    <w:rsid w:val="004366B1"/>
    <w:rsid w:val="00441C49"/>
    <w:rsid w:val="00441E22"/>
    <w:rsid w:val="00441E93"/>
    <w:rsid w:val="0044351C"/>
    <w:rsid w:val="00443677"/>
    <w:rsid w:val="00444A75"/>
    <w:rsid w:val="0044602A"/>
    <w:rsid w:val="00446BD0"/>
    <w:rsid w:val="00447823"/>
    <w:rsid w:val="0045033D"/>
    <w:rsid w:val="004515D6"/>
    <w:rsid w:val="00452811"/>
    <w:rsid w:val="00452E5B"/>
    <w:rsid w:val="004546B4"/>
    <w:rsid w:val="004563DA"/>
    <w:rsid w:val="00462D8C"/>
    <w:rsid w:val="00474795"/>
    <w:rsid w:val="0047557A"/>
    <w:rsid w:val="00475DA5"/>
    <w:rsid w:val="00477319"/>
    <w:rsid w:val="004805C8"/>
    <w:rsid w:val="00482544"/>
    <w:rsid w:val="004836BD"/>
    <w:rsid w:val="0049143A"/>
    <w:rsid w:val="00492AB2"/>
    <w:rsid w:val="0049520B"/>
    <w:rsid w:val="00496BE1"/>
    <w:rsid w:val="0049777D"/>
    <w:rsid w:val="004A0213"/>
    <w:rsid w:val="004A0DF6"/>
    <w:rsid w:val="004A24A1"/>
    <w:rsid w:val="004A310C"/>
    <w:rsid w:val="004A7FAF"/>
    <w:rsid w:val="004B1536"/>
    <w:rsid w:val="004B1A37"/>
    <w:rsid w:val="004B1E9D"/>
    <w:rsid w:val="004B2FD6"/>
    <w:rsid w:val="004C5F5E"/>
    <w:rsid w:val="004C7D6C"/>
    <w:rsid w:val="004D230A"/>
    <w:rsid w:val="004D4F40"/>
    <w:rsid w:val="004D7701"/>
    <w:rsid w:val="004E0797"/>
    <w:rsid w:val="004E2104"/>
    <w:rsid w:val="004E2820"/>
    <w:rsid w:val="004E4AEE"/>
    <w:rsid w:val="004F14AE"/>
    <w:rsid w:val="004F1E17"/>
    <w:rsid w:val="004F3359"/>
    <w:rsid w:val="004F37C7"/>
    <w:rsid w:val="004F3EE2"/>
    <w:rsid w:val="004F5461"/>
    <w:rsid w:val="00500A63"/>
    <w:rsid w:val="00501FFD"/>
    <w:rsid w:val="00502B92"/>
    <w:rsid w:val="00502F8B"/>
    <w:rsid w:val="00502FAA"/>
    <w:rsid w:val="00503313"/>
    <w:rsid w:val="00503799"/>
    <w:rsid w:val="00503802"/>
    <w:rsid w:val="00504AA8"/>
    <w:rsid w:val="00504E75"/>
    <w:rsid w:val="00506EAF"/>
    <w:rsid w:val="0052018E"/>
    <w:rsid w:val="00520373"/>
    <w:rsid w:val="005215E3"/>
    <w:rsid w:val="005231F2"/>
    <w:rsid w:val="005246B8"/>
    <w:rsid w:val="00525147"/>
    <w:rsid w:val="005279F5"/>
    <w:rsid w:val="005306E4"/>
    <w:rsid w:val="00530895"/>
    <w:rsid w:val="0053187B"/>
    <w:rsid w:val="00534ADA"/>
    <w:rsid w:val="00540144"/>
    <w:rsid w:val="00540A56"/>
    <w:rsid w:val="0054238E"/>
    <w:rsid w:val="00543103"/>
    <w:rsid w:val="00544358"/>
    <w:rsid w:val="005462F3"/>
    <w:rsid w:val="00546F67"/>
    <w:rsid w:val="00547D0F"/>
    <w:rsid w:val="00551F9B"/>
    <w:rsid w:val="00554586"/>
    <w:rsid w:val="0055683C"/>
    <w:rsid w:val="0055722F"/>
    <w:rsid w:val="0056217E"/>
    <w:rsid w:val="0056223B"/>
    <w:rsid w:val="0057324C"/>
    <w:rsid w:val="00575280"/>
    <w:rsid w:val="00580975"/>
    <w:rsid w:val="00580AD4"/>
    <w:rsid w:val="00580C0D"/>
    <w:rsid w:val="00584FE6"/>
    <w:rsid w:val="005851AD"/>
    <w:rsid w:val="0058547F"/>
    <w:rsid w:val="005918DD"/>
    <w:rsid w:val="0059312A"/>
    <w:rsid w:val="00593711"/>
    <w:rsid w:val="0059652E"/>
    <w:rsid w:val="0059778B"/>
    <w:rsid w:val="005A1ED0"/>
    <w:rsid w:val="005A38EA"/>
    <w:rsid w:val="005A3A90"/>
    <w:rsid w:val="005B2F3C"/>
    <w:rsid w:val="005B3626"/>
    <w:rsid w:val="005B3DAA"/>
    <w:rsid w:val="005C0AE2"/>
    <w:rsid w:val="005C0F20"/>
    <w:rsid w:val="005C2A30"/>
    <w:rsid w:val="005C467C"/>
    <w:rsid w:val="005D0270"/>
    <w:rsid w:val="005D1621"/>
    <w:rsid w:val="005D3F13"/>
    <w:rsid w:val="005D5F07"/>
    <w:rsid w:val="005E0F20"/>
    <w:rsid w:val="005E3DA1"/>
    <w:rsid w:val="005E548E"/>
    <w:rsid w:val="005E6B11"/>
    <w:rsid w:val="005F116F"/>
    <w:rsid w:val="005F3505"/>
    <w:rsid w:val="005F43DE"/>
    <w:rsid w:val="005F54F3"/>
    <w:rsid w:val="005F5533"/>
    <w:rsid w:val="005F6102"/>
    <w:rsid w:val="005F65CA"/>
    <w:rsid w:val="005F6AEB"/>
    <w:rsid w:val="005F7421"/>
    <w:rsid w:val="0060179D"/>
    <w:rsid w:val="00602AF9"/>
    <w:rsid w:val="00602C17"/>
    <w:rsid w:val="00604672"/>
    <w:rsid w:val="0060499A"/>
    <w:rsid w:val="00610207"/>
    <w:rsid w:val="00610DE6"/>
    <w:rsid w:val="006120D3"/>
    <w:rsid w:val="006124F0"/>
    <w:rsid w:val="006126BA"/>
    <w:rsid w:val="00613761"/>
    <w:rsid w:val="00613C02"/>
    <w:rsid w:val="0062198B"/>
    <w:rsid w:val="00623FCD"/>
    <w:rsid w:val="00625B82"/>
    <w:rsid w:val="0062754E"/>
    <w:rsid w:val="00633BDB"/>
    <w:rsid w:val="00633DD4"/>
    <w:rsid w:val="0064016C"/>
    <w:rsid w:val="0064280E"/>
    <w:rsid w:val="00642D19"/>
    <w:rsid w:val="00647935"/>
    <w:rsid w:val="00647DCB"/>
    <w:rsid w:val="00647F94"/>
    <w:rsid w:val="00650064"/>
    <w:rsid w:val="00650974"/>
    <w:rsid w:val="00650A34"/>
    <w:rsid w:val="00656789"/>
    <w:rsid w:val="00656E8B"/>
    <w:rsid w:val="00661072"/>
    <w:rsid w:val="00663914"/>
    <w:rsid w:val="0066401B"/>
    <w:rsid w:val="00665518"/>
    <w:rsid w:val="00665F6A"/>
    <w:rsid w:val="00666F98"/>
    <w:rsid w:val="00671C29"/>
    <w:rsid w:val="00672607"/>
    <w:rsid w:val="0067663A"/>
    <w:rsid w:val="006842EE"/>
    <w:rsid w:val="00684458"/>
    <w:rsid w:val="00684533"/>
    <w:rsid w:val="00684A09"/>
    <w:rsid w:val="00686358"/>
    <w:rsid w:val="0068700E"/>
    <w:rsid w:val="00687605"/>
    <w:rsid w:val="00690CE8"/>
    <w:rsid w:val="0069196B"/>
    <w:rsid w:val="00693262"/>
    <w:rsid w:val="0069363F"/>
    <w:rsid w:val="00693897"/>
    <w:rsid w:val="0069391D"/>
    <w:rsid w:val="006954DA"/>
    <w:rsid w:val="00695621"/>
    <w:rsid w:val="006A1199"/>
    <w:rsid w:val="006A1F4C"/>
    <w:rsid w:val="006A3B37"/>
    <w:rsid w:val="006A3C72"/>
    <w:rsid w:val="006A447F"/>
    <w:rsid w:val="006A4B3C"/>
    <w:rsid w:val="006A52FD"/>
    <w:rsid w:val="006A59F3"/>
    <w:rsid w:val="006A601A"/>
    <w:rsid w:val="006B28C1"/>
    <w:rsid w:val="006B483E"/>
    <w:rsid w:val="006B4F38"/>
    <w:rsid w:val="006B6F8A"/>
    <w:rsid w:val="006C150B"/>
    <w:rsid w:val="006C16F1"/>
    <w:rsid w:val="006C252A"/>
    <w:rsid w:val="006C356E"/>
    <w:rsid w:val="006C3CEC"/>
    <w:rsid w:val="006C405A"/>
    <w:rsid w:val="006C669A"/>
    <w:rsid w:val="006C73BD"/>
    <w:rsid w:val="006D4F94"/>
    <w:rsid w:val="006E215E"/>
    <w:rsid w:val="006E5282"/>
    <w:rsid w:val="006E7295"/>
    <w:rsid w:val="006F2629"/>
    <w:rsid w:val="006F55BF"/>
    <w:rsid w:val="006F6E4D"/>
    <w:rsid w:val="006F7948"/>
    <w:rsid w:val="006F7C34"/>
    <w:rsid w:val="007005A6"/>
    <w:rsid w:val="00701547"/>
    <w:rsid w:val="00702821"/>
    <w:rsid w:val="00702A86"/>
    <w:rsid w:val="007033D0"/>
    <w:rsid w:val="00706EEE"/>
    <w:rsid w:val="00710010"/>
    <w:rsid w:val="00710B58"/>
    <w:rsid w:val="00710D47"/>
    <w:rsid w:val="007122AB"/>
    <w:rsid w:val="00715133"/>
    <w:rsid w:val="0071616E"/>
    <w:rsid w:val="007169E3"/>
    <w:rsid w:val="007201F4"/>
    <w:rsid w:val="00723ACB"/>
    <w:rsid w:val="0072673C"/>
    <w:rsid w:val="00731515"/>
    <w:rsid w:val="00732258"/>
    <w:rsid w:val="00732C49"/>
    <w:rsid w:val="0073387F"/>
    <w:rsid w:val="0073747E"/>
    <w:rsid w:val="00737729"/>
    <w:rsid w:val="00740D75"/>
    <w:rsid w:val="00741D56"/>
    <w:rsid w:val="00742921"/>
    <w:rsid w:val="00747455"/>
    <w:rsid w:val="00747894"/>
    <w:rsid w:val="00747C78"/>
    <w:rsid w:val="00750D40"/>
    <w:rsid w:val="00752554"/>
    <w:rsid w:val="00752AE9"/>
    <w:rsid w:val="00754338"/>
    <w:rsid w:val="00755F90"/>
    <w:rsid w:val="00756198"/>
    <w:rsid w:val="0076090D"/>
    <w:rsid w:val="00765154"/>
    <w:rsid w:val="007658E2"/>
    <w:rsid w:val="00765B6C"/>
    <w:rsid w:val="00766278"/>
    <w:rsid w:val="00766C5D"/>
    <w:rsid w:val="0077288E"/>
    <w:rsid w:val="0077576F"/>
    <w:rsid w:val="00777C5F"/>
    <w:rsid w:val="007801A5"/>
    <w:rsid w:val="00783269"/>
    <w:rsid w:val="00787253"/>
    <w:rsid w:val="00787626"/>
    <w:rsid w:val="007908C5"/>
    <w:rsid w:val="00790C8C"/>
    <w:rsid w:val="0079161F"/>
    <w:rsid w:val="00791976"/>
    <w:rsid w:val="00793911"/>
    <w:rsid w:val="00794B2B"/>
    <w:rsid w:val="0079685D"/>
    <w:rsid w:val="007971A3"/>
    <w:rsid w:val="007A0628"/>
    <w:rsid w:val="007A0833"/>
    <w:rsid w:val="007A5039"/>
    <w:rsid w:val="007A504D"/>
    <w:rsid w:val="007A514B"/>
    <w:rsid w:val="007A540E"/>
    <w:rsid w:val="007A573B"/>
    <w:rsid w:val="007A5F77"/>
    <w:rsid w:val="007A77E2"/>
    <w:rsid w:val="007B130D"/>
    <w:rsid w:val="007B275C"/>
    <w:rsid w:val="007B2DA1"/>
    <w:rsid w:val="007B3D13"/>
    <w:rsid w:val="007B3F88"/>
    <w:rsid w:val="007B69CF"/>
    <w:rsid w:val="007D0CE8"/>
    <w:rsid w:val="007D115F"/>
    <w:rsid w:val="007D1EFC"/>
    <w:rsid w:val="007D23BB"/>
    <w:rsid w:val="007D2A89"/>
    <w:rsid w:val="007D3029"/>
    <w:rsid w:val="007E0B6A"/>
    <w:rsid w:val="007E4C55"/>
    <w:rsid w:val="007E5A2A"/>
    <w:rsid w:val="007E6ACE"/>
    <w:rsid w:val="007F052C"/>
    <w:rsid w:val="007F12A2"/>
    <w:rsid w:val="007F47C0"/>
    <w:rsid w:val="007F48A4"/>
    <w:rsid w:val="007F52A9"/>
    <w:rsid w:val="008049C6"/>
    <w:rsid w:val="0080533B"/>
    <w:rsid w:val="00810C3E"/>
    <w:rsid w:val="00811EAE"/>
    <w:rsid w:val="008131CF"/>
    <w:rsid w:val="008145E0"/>
    <w:rsid w:val="008153BD"/>
    <w:rsid w:val="00816FE6"/>
    <w:rsid w:val="00817F00"/>
    <w:rsid w:val="0082067C"/>
    <w:rsid w:val="00821678"/>
    <w:rsid w:val="00821BF0"/>
    <w:rsid w:val="00821D19"/>
    <w:rsid w:val="008253A4"/>
    <w:rsid w:val="00826831"/>
    <w:rsid w:val="00830205"/>
    <w:rsid w:val="00831861"/>
    <w:rsid w:val="00831873"/>
    <w:rsid w:val="008347B4"/>
    <w:rsid w:val="008358D2"/>
    <w:rsid w:val="00835C2C"/>
    <w:rsid w:val="0083704F"/>
    <w:rsid w:val="00841E95"/>
    <w:rsid w:val="0084248B"/>
    <w:rsid w:val="00845227"/>
    <w:rsid w:val="00846339"/>
    <w:rsid w:val="008463C2"/>
    <w:rsid w:val="008517D3"/>
    <w:rsid w:val="008522B8"/>
    <w:rsid w:val="0085340D"/>
    <w:rsid w:val="00854B92"/>
    <w:rsid w:val="00855667"/>
    <w:rsid w:val="0085741B"/>
    <w:rsid w:val="00857ABB"/>
    <w:rsid w:val="00861DD4"/>
    <w:rsid w:val="00862AF3"/>
    <w:rsid w:val="00863C80"/>
    <w:rsid w:val="0086415B"/>
    <w:rsid w:val="008672A3"/>
    <w:rsid w:val="00867465"/>
    <w:rsid w:val="00871E73"/>
    <w:rsid w:val="00871E88"/>
    <w:rsid w:val="00875E6F"/>
    <w:rsid w:val="00876C91"/>
    <w:rsid w:val="00877B2A"/>
    <w:rsid w:val="00882EB5"/>
    <w:rsid w:val="00884B03"/>
    <w:rsid w:val="00885453"/>
    <w:rsid w:val="00885BD2"/>
    <w:rsid w:val="008864BB"/>
    <w:rsid w:val="0088747C"/>
    <w:rsid w:val="00887581"/>
    <w:rsid w:val="00890608"/>
    <w:rsid w:val="008927A6"/>
    <w:rsid w:val="008932F9"/>
    <w:rsid w:val="00896DFD"/>
    <w:rsid w:val="00897302"/>
    <w:rsid w:val="00897461"/>
    <w:rsid w:val="008A1BDD"/>
    <w:rsid w:val="008A3E06"/>
    <w:rsid w:val="008A5F79"/>
    <w:rsid w:val="008A6DF8"/>
    <w:rsid w:val="008B0F73"/>
    <w:rsid w:val="008B25E8"/>
    <w:rsid w:val="008B40A9"/>
    <w:rsid w:val="008B4E47"/>
    <w:rsid w:val="008B5374"/>
    <w:rsid w:val="008B6693"/>
    <w:rsid w:val="008C1856"/>
    <w:rsid w:val="008C1890"/>
    <w:rsid w:val="008C18C8"/>
    <w:rsid w:val="008C5D28"/>
    <w:rsid w:val="008C6795"/>
    <w:rsid w:val="008D07A1"/>
    <w:rsid w:val="008D0BCC"/>
    <w:rsid w:val="008D4D24"/>
    <w:rsid w:val="008D55DB"/>
    <w:rsid w:val="008D72E9"/>
    <w:rsid w:val="008D782F"/>
    <w:rsid w:val="008D7E51"/>
    <w:rsid w:val="008E0DC6"/>
    <w:rsid w:val="008E4A0E"/>
    <w:rsid w:val="008E6063"/>
    <w:rsid w:val="008E7948"/>
    <w:rsid w:val="008E7CBA"/>
    <w:rsid w:val="008F0B42"/>
    <w:rsid w:val="008F0FC6"/>
    <w:rsid w:val="008F2B17"/>
    <w:rsid w:val="008F2B61"/>
    <w:rsid w:val="008F2C4F"/>
    <w:rsid w:val="008F4613"/>
    <w:rsid w:val="008F531F"/>
    <w:rsid w:val="008F5FF6"/>
    <w:rsid w:val="00900273"/>
    <w:rsid w:val="0090298A"/>
    <w:rsid w:val="00905AC5"/>
    <w:rsid w:val="009071BE"/>
    <w:rsid w:val="00907706"/>
    <w:rsid w:val="009101EC"/>
    <w:rsid w:val="00914CE5"/>
    <w:rsid w:val="00915D86"/>
    <w:rsid w:val="0091634A"/>
    <w:rsid w:val="009165B4"/>
    <w:rsid w:val="00921549"/>
    <w:rsid w:val="0092306A"/>
    <w:rsid w:val="00925CC1"/>
    <w:rsid w:val="00925CFD"/>
    <w:rsid w:val="00925EE4"/>
    <w:rsid w:val="0093059C"/>
    <w:rsid w:val="00931274"/>
    <w:rsid w:val="00932DC1"/>
    <w:rsid w:val="0093361C"/>
    <w:rsid w:val="00936B31"/>
    <w:rsid w:val="0093710F"/>
    <w:rsid w:val="00937C0F"/>
    <w:rsid w:val="00937C1C"/>
    <w:rsid w:val="00940E76"/>
    <w:rsid w:val="009425BB"/>
    <w:rsid w:val="00942E38"/>
    <w:rsid w:val="009433F4"/>
    <w:rsid w:val="00943A68"/>
    <w:rsid w:val="00953152"/>
    <w:rsid w:val="00954880"/>
    <w:rsid w:val="00956E01"/>
    <w:rsid w:val="00961D7B"/>
    <w:rsid w:val="00963D5E"/>
    <w:rsid w:val="009675F9"/>
    <w:rsid w:val="00967996"/>
    <w:rsid w:val="0097007B"/>
    <w:rsid w:val="00971B62"/>
    <w:rsid w:val="00972EBF"/>
    <w:rsid w:val="00974BCC"/>
    <w:rsid w:val="00983750"/>
    <w:rsid w:val="00985368"/>
    <w:rsid w:val="0098565A"/>
    <w:rsid w:val="009857B4"/>
    <w:rsid w:val="009874AF"/>
    <w:rsid w:val="00987B11"/>
    <w:rsid w:val="00987B5D"/>
    <w:rsid w:val="00992029"/>
    <w:rsid w:val="009936D1"/>
    <w:rsid w:val="009A1EE8"/>
    <w:rsid w:val="009A4582"/>
    <w:rsid w:val="009B1BE2"/>
    <w:rsid w:val="009B4777"/>
    <w:rsid w:val="009B4EC0"/>
    <w:rsid w:val="009B59DC"/>
    <w:rsid w:val="009B61C4"/>
    <w:rsid w:val="009B621B"/>
    <w:rsid w:val="009B660F"/>
    <w:rsid w:val="009C4202"/>
    <w:rsid w:val="009C4C32"/>
    <w:rsid w:val="009C6E99"/>
    <w:rsid w:val="009D2137"/>
    <w:rsid w:val="009D2F18"/>
    <w:rsid w:val="009D3A89"/>
    <w:rsid w:val="009D3DA2"/>
    <w:rsid w:val="009D637D"/>
    <w:rsid w:val="009D6592"/>
    <w:rsid w:val="009E2310"/>
    <w:rsid w:val="009E2EC4"/>
    <w:rsid w:val="009E4981"/>
    <w:rsid w:val="009E4A17"/>
    <w:rsid w:val="009E4A3B"/>
    <w:rsid w:val="009E51DE"/>
    <w:rsid w:val="009F0BC4"/>
    <w:rsid w:val="009F37BC"/>
    <w:rsid w:val="009F4C46"/>
    <w:rsid w:val="009F538C"/>
    <w:rsid w:val="009F5975"/>
    <w:rsid w:val="009F6B74"/>
    <w:rsid w:val="009F6EB9"/>
    <w:rsid w:val="00A0177D"/>
    <w:rsid w:val="00A0527C"/>
    <w:rsid w:val="00A05A96"/>
    <w:rsid w:val="00A065A0"/>
    <w:rsid w:val="00A06E68"/>
    <w:rsid w:val="00A117D4"/>
    <w:rsid w:val="00A15804"/>
    <w:rsid w:val="00A167FE"/>
    <w:rsid w:val="00A16E1F"/>
    <w:rsid w:val="00A20DF2"/>
    <w:rsid w:val="00A25547"/>
    <w:rsid w:val="00A261BD"/>
    <w:rsid w:val="00A304B6"/>
    <w:rsid w:val="00A31396"/>
    <w:rsid w:val="00A321E3"/>
    <w:rsid w:val="00A332CC"/>
    <w:rsid w:val="00A34972"/>
    <w:rsid w:val="00A3740D"/>
    <w:rsid w:val="00A374B8"/>
    <w:rsid w:val="00A42170"/>
    <w:rsid w:val="00A443DF"/>
    <w:rsid w:val="00A46CF3"/>
    <w:rsid w:val="00A47E67"/>
    <w:rsid w:val="00A5178F"/>
    <w:rsid w:val="00A51EFD"/>
    <w:rsid w:val="00A521BF"/>
    <w:rsid w:val="00A5536A"/>
    <w:rsid w:val="00A559FD"/>
    <w:rsid w:val="00A606FD"/>
    <w:rsid w:val="00A65BBF"/>
    <w:rsid w:val="00A6681F"/>
    <w:rsid w:val="00A711F0"/>
    <w:rsid w:val="00A71478"/>
    <w:rsid w:val="00A71B2E"/>
    <w:rsid w:val="00A74EAE"/>
    <w:rsid w:val="00A755B0"/>
    <w:rsid w:val="00A759BC"/>
    <w:rsid w:val="00A75C1A"/>
    <w:rsid w:val="00A76B68"/>
    <w:rsid w:val="00A77299"/>
    <w:rsid w:val="00A824E4"/>
    <w:rsid w:val="00A83957"/>
    <w:rsid w:val="00A83A5F"/>
    <w:rsid w:val="00A86F93"/>
    <w:rsid w:val="00A979E3"/>
    <w:rsid w:val="00AA058B"/>
    <w:rsid w:val="00AA1B63"/>
    <w:rsid w:val="00AA605C"/>
    <w:rsid w:val="00AA764E"/>
    <w:rsid w:val="00AB0C70"/>
    <w:rsid w:val="00AB2540"/>
    <w:rsid w:val="00AB2AB0"/>
    <w:rsid w:val="00AB5977"/>
    <w:rsid w:val="00AC0CE0"/>
    <w:rsid w:val="00AC2BF1"/>
    <w:rsid w:val="00AC458F"/>
    <w:rsid w:val="00AC47A7"/>
    <w:rsid w:val="00AC72C9"/>
    <w:rsid w:val="00AD216A"/>
    <w:rsid w:val="00AD2972"/>
    <w:rsid w:val="00AD3D66"/>
    <w:rsid w:val="00AD4F79"/>
    <w:rsid w:val="00AD567B"/>
    <w:rsid w:val="00AE160E"/>
    <w:rsid w:val="00AE1EB8"/>
    <w:rsid w:val="00AE2057"/>
    <w:rsid w:val="00AE2F40"/>
    <w:rsid w:val="00AE441F"/>
    <w:rsid w:val="00AE4993"/>
    <w:rsid w:val="00AE6426"/>
    <w:rsid w:val="00AF0BE0"/>
    <w:rsid w:val="00AF10CE"/>
    <w:rsid w:val="00AF1294"/>
    <w:rsid w:val="00AF1BDA"/>
    <w:rsid w:val="00AF320C"/>
    <w:rsid w:val="00AF3DAD"/>
    <w:rsid w:val="00AF69E9"/>
    <w:rsid w:val="00AF7754"/>
    <w:rsid w:val="00B0178D"/>
    <w:rsid w:val="00B04D3A"/>
    <w:rsid w:val="00B05178"/>
    <w:rsid w:val="00B05568"/>
    <w:rsid w:val="00B06FC7"/>
    <w:rsid w:val="00B10AAC"/>
    <w:rsid w:val="00B11169"/>
    <w:rsid w:val="00B11387"/>
    <w:rsid w:val="00B1471A"/>
    <w:rsid w:val="00B178F3"/>
    <w:rsid w:val="00B20530"/>
    <w:rsid w:val="00B20C2D"/>
    <w:rsid w:val="00B264C6"/>
    <w:rsid w:val="00B30735"/>
    <w:rsid w:val="00B311B9"/>
    <w:rsid w:val="00B327C7"/>
    <w:rsid w:val="00B339DE"/>
    <w:rsid w:val="00B3622D"/>
    <w:rsid w:val="00B36A43"/>
    <w:rsid w:val="00B36F57"/>
    <w:rsid w:val="00B37514"/>
    <w:rsid w:val="00B40EAC"/>
    <w:rsid w:val="00B41043"/>
    <w:rsid w:val="00B43ED1"/>
    <w:rsid w:val="00B451A5"/>
    <w:rsid w:val="00B453A2"/>
    <w:rsid w:val="00B45A6A"/>
    <w:rsid w:val="00B45CC3"/>
    <w:rsid w:val="00B46C83"/>
    <w:rsid w:val="00B52309"/>
    <w:rsid w:val="00B56139"/>
    <w:rsid w:val="00B56EBF"/>
    <w:rsid w:val="00B61079"/>
    <w:rsid w:val="00B6112F"/>
    <w:rsid w:val="00B6191E"/>
    <w:rsid w:val="00B62E07"/>
    <w:rsid w:val="00B62EBB"/>
    <w:rsid w:val="00B632CC"/>
    <w:rsid w:val="00B64DB7"/>
    <w:rsid w:val="00B64F1A"/>
    <w:rsid w:val="00B650B2"/>
    <w:rsid w:val="00B659B4"/>
    <w:rsid w:val="00B663D3"/>
    <w:rsid w:val="00B67F4B"/>
    <w:rsid w:val="00B70AC0"/>
    <w:rsid w:val="00B70BAC"/>
    <w:rsid w:val="00B724EB"/>
    <w:rsid w:val="00B73237"/>
    <w:rsid w:val="00B75748"/>
    <w:rsid w:val="00B75CAB"/>
    <w:rsid w:val="00B76FF4"/>
    <w:rsid w:val="00B803D6"/>
    <w:rsid w:val="00B80618"/>
    <w:rsid w:val="00B81670"/>
    <w:rsid w:val="00B8381E"/>
    <w:rsid w:val="00B850DF"/>
    <w:rsid w:val="00B86616"/>
    <w:rsid w:val="00B92662"/>
    <w:rsid w:val="00B92FDB"/>
    <w:rsid w:val="00B93F21"/>
    <w:rsid w:val="00B945E2"/>
    <w:rsid w:val="00B94BC0"/>
    <w:rsid w:val="00B94DF1"/>
    <w:rsid w:val="00B959BA"/>
    <w:rsid w:val="00B96E93"/>
    <w:rsid w:val="00B97D44"/>
    <w:rsid w:val="00BA215A"/>
    <w:rsid w:val="00BA3B62"/>
    <w:rsid w:val="00BA3F2D"/>
    <w:rsid w:val="00BA5F74"/>
    <w:rsid w:val="00BB3113"/>
    <w:rsid w:val="00BB3A0C"/>
    <w:rsid w:val="00BB555A"/>
    <w:rsid w:val="00BB5CF8"/>
    <w:rsid w:val="00BB659C"/>
    <w:rsid w:val="00BC0260"/>
    <w:rsid w:val="00BC5140"/>
    <w:rsid w:val="00BC5B4F"/>
    <w:rsid w:val="00BC5D56"/>
    <w:rsid w:val="00BC5F1B"/>
    <w:rsid w:val="00BD5C13"/>
    <w:rsid w:val="00BE00B4"/>
    <w:rsid w:val="00BE07F8"/>
    <w:rsid w:val="00BE146C"/>
    <w:rsid w:val="00BE1886"/>
    <w:rsid w:val="00BE5A0E"/>
    <w:rsid w:val="00BE5A9C"/>
    <w:rsid w:val="00BE5FBB"/>
    <w:rsid w:val="00BE5FF1"/>
    <w:rsid w:val="00BE6037"/>
    <w:rsid w:val="00BF0D77"/>
    <w:rsid w:val="00BF13D2"/>
    <w:rsid w:val="00BF180D"/>
    <w:rsid w:val="00BF1A0B"/>
    <w:rsid w:val="00BF50E7"/>
    <w:rsid w:val="00BF5337"/>
    <w:rsid w:val="00BF5A77"/>
    <w:rsid w:val="00BF6F94"/>
    <w:rsid w:val="00BF7A5C"/>
    <w:rsid w:val="00BF7BEC"/>
    <w:rsid w:val="00C003F0"/>
    <w:rsid w:val="00C0587E"/>
    <w:rsid w:val="00C078FD"/>
    <w:rsid w:val="00C11166"/>
    <w:rsid w:val="00C16107"/>
    <w:rsid w:val="00C1648E"/>
    <w:rsid w:val="00C178C2"/>
    <w:rsid w:val="00C265C3"/>
    <w:rsid w:val="00C27BA3"/>
    <w:rsid w:val="00C3042E"/>
    <w:rsid w:val="00C333D9"/>
    <w:rsid w:val="00C33FDD"/>
    <w:rsid w:val="00C34264"/>
    <w:rsid w:val="00C342AC"/>
    <w:rsid w:val="00C35E9B"/>
    <w:rsid w:val="00C36507"/>
    <w:rsid w:val="00C403C5"/>
    <w:rsid w:val="00C40530"/>
    <w:rsid w:val="00C42957"/>
    <w:rsid w:val="00C4411C"/>
    <w:rsid w:val="00C442C2"/>
    <w:rsid w:val="00C44F80"/>
    <w:rsid w:val="00C4619C"/>
    <w:rsid w:val="00C470C3"/>
    <w:rsid w:val="00C47893"/>
    <w:rsid w:val="00C52346"/>
    <w:rsid w:val="00C538CC"/>
    <w:rsid w:val="00C53B37"/>
    <w:rsid w:val="00C53FCF"/>
    <w:rsid w:val="00C5519B"/>
    <w:rsid w:val="00C56E7B"/>
    <w:rsid w:val="00C613EF"/>
    <w:rsid w:val="00C61A8B"/>
    <w:rsid w:val="00C62AF1"/>
    <w:rsid w:val="00C64AB3"/>
    <w:rsid w:val="00C655C0"/>
    <w:rsid w:val="00C6618D"/>
    <w:rsid w:val="00C66991"/>
    <w:rsid w:val="00C67C8E"/>
    <w:rsid w:val="00C71451"/>
    <w:rsid w:val="00C74A75"/>
    <w:rsid w:val="00C7595E"/>
    <w:rsid w:val="00C7608C"/>
    <w:rsid w:val="00C7764F"/>
    <w:rsid w:val="00C77E76"/>
    <w:rsid w:val="00C80BAA"/>
    <w:rsid w:val="00C82D79"/>
    <w:rsid w:val="00C83CB4"/>
    <w:rsid w:val="00C85E44"/>
    <w:rsid w:val="00C861E2"/>
    <w:rsid w:val="00C874EA"/>
    <w:rsid w:val="00C90054"/>
    <w:rsid w:val="00C91C1C"/>
    <w:rsid w:val="00C92530"/>
    <w:rsid w:val="00C93888"/>
    <w:rsid w:val="00C93F96"/>
    <w:rsid w:val="00C942B1"/>
    <w:rsid w:val="00C955C1"/>
    <w:rsid w:val="00C962A4"/>
    <w:rsid w:val="00C9720A"/>
    <w:rsid w:val="00C97F17"/>
    <w:rsid w:val="00C97FEF"/>
    <w:rsid w:val="00CA0894"/>
    <w:rsid w:val="00CA1456"/>
    <w:rsid w:val="00CA180C"/>
    <w:rsid w:val="00CA21FA"/>
    <w:rsid w:val="00CA22DD"/>
    <w:rsid w:val="00CA29A6"/>
    <w:rsid w:val="00CA4588"/>
    <w:rsid w:val="00CA7AB6"/>
    <w:rsid w:val="00CB3567"/>
    <w:rsid w:val="00CC1D16"/>
    <w:rsid w:val="00CC1E1F"/>
    <w:rsid w:val="00CC22A3"/>
    <w:rsid w:val="00CC32E0"/>
    <w:rsid w:val="00CC3492"/>
    <w:rsid w:val="00CC3893"/>
    <w:rsid w:val="00CC3A16"/>
    <w:rsid w:val="00CC65C0"/>
    <w:rsid w:val="00CC7B4D"/>
    <w:rsid w:val="00CD018C"/>
    <w:rsid w:val="00CD1424"/>
    <w:rsid w:val="00CD1DA9"/>
    <w:rsid w:val="00CD2E9B"/>
    <w:rsid w:val="00CD305B"/>
    <w:rsid w:val="00CD4A18"/>
    <w:rsid w:val="00CD4E23"/>
    <w:rsid w:val="00CD510A"/>
    <w:rsid w:val="00CE004B"/>
    <w:rsid w:val="00CE16EA"/>
    <w:rsid w:val="00CE2AD1"/>
    <w:rsid w:val="00CF3D93"/>
    <w:rsid w:val="00CF62C4"/>
    <w:rsid w:val="00CF6C00"/>
    <w:rsid w:val="00D00844"/>
    <w:rsid w:val="00D01656"/>
    <w:rsid w:val="00D02B55"/>
    <w:rsid w:val="00D02CF4"/>
    <w:rsid w:val="00D02E3F"/>
    <w:rsid w:val="00D03925"/>
    <w:rsid w:val="00D050A5"/>
    <w:rsid w:val="00D06C2C"/>
    <w:rsid w:val="00D12856"/>
    <w:rsid w:val="00D13974"/>
    <w:rsid w:val="00D13DA4"/>
    <w:rsid w:val="00D15141"/>
    <w:rsid w:val="00D168F2"/>
    <w:rsid w:val="00D16C12"/>
    <w:rsid w:val="00D16CE0"/>
    <w:rsid w:val="00D22599"/>
    <w:rsid w:val="00D2452C"/>
    <w:rsid w:val="00D254CA"/>
    <w:rsid w:val="00D25D2E"/>
    <w:rsid w:val="00D272D4"/>
    <w:rsid w:val="00D27A51"/>
    <w:rsid w:val="00D27C1C"/>
    <w:rsid w:val="00D31936"/>
    <w:rsid w:val="00D32F3B"/>
    <w:rsid w:val="00D34B49"/>
    <w:rsid w:val="00D34D4A"/>
    <w:rsid w:val="00D4117A"/>
    <w:rsid w:val="00D42695"/>
    <w:rsid w:val="00D432DC"/>
    <w:rsid w:val="00D4449E"/>
    <w:rsid w:val="00D4585A"/>
    <w:rsid w:val="00D4661E"/>
    <w:rsid w:val="00D46E38"/>
    <w:rsid w:val="00D47DF5"/>
    <w:rsid w:val="00D50A88"/>
    <w:rsid w:val="00D51195"/>
    <w:rsid w:val="00D52FA2"/>
    <w:rsid w:val="00D538AB"/>
    <w:rsid w:val="00D53CA5"/>
    <w:rsid w:val="00D54194"/>
    <w:rsid w:val="00D55C6B"/>
    <w:rsid w:val="00D60C53"/>
    <w:rsid w:val="00D63425"/>
    <w:rsid w:val="00D634E7"/>
    <w:rsid w:val="00D63CC3"/>
    <w:rsid w:val="00D659FE"/>
    <w:rsid w:val="00D707B1"/>
    <w:rsid w:val="00D7202B"/>
    <w:rsid w:val="00D72FB7"/>
    <w:rsid w:val="00D73EF0"/>
    <w:rsid w:val="00D74499"/>
    <w:rsid w:val="00D74B96"/>
    <w:rsid w:val="00D75042"/>
    <w:rsid w:val="00D755D5"/>
    <w:rsid w:val="00D8020E"/>
    <w:rsid w:val="00D819E2"/>
    <w:rsid w:val="00D84065"/>
    <w:rsid w:val="00D857DA"/>
    <w:rsid w:val="00D85EC3"/>
    <w:rsid w:val="00D86D2B"/>
    <w:rsid w:val="00D8726C"/>
    <w:rsid w:val="00D878B1"/>
    <w:rsid w:val="00D90259"/>
    <w:rsid w:val="00D90743"/>
    <w:rsid w:val="00D909FD"/>
    <w:rsid w:val="00D91540"/>
    <w:rsid w:val="00D9366B"/>
    <w:rsid w:val="00D94F88"/>
    <w:rsid w:val="00D9532E"/>
    <w:rsid w:val="00D9716D"/>
    <w:rsid w:val="00D973B8"/>
    <w:rsid w:val="00DA1E40"/>
    <w:rsid w:val="00DA2392"/>
    <w:rsid w:val="00DA2462"/>
    <w:rsid w:val="00DA247E"/>
    <w:rsid w:val="00DA5706"/>
    <w:rsid w:val="00DA5AC3"/>
    <w:rsid w:val="00DA601B"/>
    <w:rsid w:val="00DB215B"/>
    <w:rsid w:val="00DB4E7A"/>
    <w:rsid w:val="00DB7DF8"/>
    <w:rsid w:val="00DC1518"/>
    <w:rsid w:val="00DC422B"/>
    <w:rsid w:val="00DC705C"/>
    <w:rsid w:val="00DC7487"/>
    <w:rsid w:val="00DD16AD"/>
    <w:rsid w:val="00DD6F0D"/>
    <w:rsid w:val="00DE0B75"/>
    <w:rsid w:val="00DE292F"/>
    <w:rsid w:val="00DE35A0"/>
    <w:rsid w:val="00DE72C7"/>
    <w:rsid w:val="00DF0512"/>
    <w:rsid w:val="00DF22C0"/>
    <w:rsid w:val="00DF27A9"/>
    <w:rsid w:val="00DF3E87"/>
    <w:rsid w:val="00DF4A77"/>
    <w:rsid w:val="00DF645E"/>
    <w:rsid w:val="00DF6906"/>
    <w:rsid w:val="00DF6908"/>
    <w:rsid w:val="00DF6B82"/>
    <w:rsid w:val="00DF734D"/>
    <w:rsid w:val="00E03B19"/>
    <w:rsid w:val="00E04EB1"/>
    <w:rsid w:val="00E063C3"/>
    <w:rsid w:val="00E13861"/>
    <w:rsid w:val="00E1408C"/>
    <w:rsid w:val="00E16753"/>
    <w:rsid w:val="00E20935"/>
    <w:rsid w:val="00E21E54"/>
    <w:rsid w:val="00E225F6"/>
    <w:rsid w:val="00E30F8B"/>
    <w:rsid w:val="00E31BC1"/>
    <w:rsid w:val="00E31DF0"/>
    <w:rsid w:val="00E32A9E"/>
    <w:rsid w:val="00E331BD"/>
    <w:rsid w:val="00E345BF"/>
    <w:rsid w:val="00E37A88"/>
    <w:rsid w:val="00E40EE5"/>
    <w:rsid w:val="00E44D01"/>
    <w:rsid w:val="00E4529F"/>
    <w:rsid w:val="00E4550D"/>
    <w:rsid w:val="00E45D86"/>
    <w:rsid w:val="00E47968"/>
    <w:rsid w:val="00E50407"/>
    <w:rsid w:val="00E504EB"/>
    <w:rsid w:val="00E51FBA"/>
    <w:rsid w:val="00E57B63"/>
    <w:rsid w:val="00E62DB0"/>
    <w:rsid w:val="00E642B6"/>
    <w:rsid w:val="00E71DB0"/>
    <w:rsid w:val="00E72136"/>
    <w:rsid w:val="00E745D1"/>
    <w:rsid w:val="00E80730"/>
    <w:rsid w:val="00E80F23"/>
    <w:rsid w:val="00E80FD0"/>
    <w:rsid w:val="00E823B5"/>
    <w:rsid w:val="00E859CB"/>
    <w:rsid w:val="00E86ADF"/>
    <w:rsid w:val="00E86C43"/>
    <w:rsid w:val="00E97735"/>
    <w:rsid w:val="00EA0A54"/>
    <w:rsid w:val="00EA0DCC"/>
    <w:rsid w:val="00EA16B0"/>
    <w:rsid w:val="00EA50A3"/>
    <w:rsid w:val="00EA608C"/>
    <w:rsid w:val="00EA7039"/>
    <w:rsid w:val="00EB1D16"/>
    <w:rsid w:val="00EB5B4C"/>
    <w:rsid w:val="00EB64FA"/>
    <w:rsid w:val="00EC0F60"/>
    <w:rsid w:val="00EC120C"/>
    <w:rsid w:val="00EC14B1"/>
    <w:rsid w:val="00EC253C"/>
    <w:rsid w:val="00EC2879"/>
    <w:rsid w:val="00EC647C"/>
    <w:rsid w:val="00EC6D57"/>
    <w:rsid w:val="00EC7C7D"/>
    <w:rsid w:val="00ED1812"/>
    <w:rsid w:val="00ED3C99"/>
    <w:rsid w:val="00ED71D3"/>
    <w:rsid w:val="00EE0165"/>
    <w:rsid w:val="00EE0D8B"/>
    <w:rsid w:val="00EE182A"/>
    <w:rsid w:val="00EE254B"/>
    <w:rsid w:val="00EE2F7E"/>
    <w:rsid w:val="00EE3274"/>
    <w:rsid w:val="00EE414A"/>
    <w:rsid w:val="00EE6CA2"/>
    <w:rsid w:val="00EE7637"/>
    <w:rsid w:val="00EF2B36"/>
    <w:rsid w:val="00EF3F30"/>
    <w:rsid w:val="00EF66EA"/>
    <w:rsid w:val="00F016F7"/>
    <w:rsid w:val="00F02CA0"/>
    <w:rsid w:val="00F02EC3"/>
    <w:rsid w:val="00F0488E"/>
    <w:rsid w:val="00F05F64"/>
    <w:rsid w:val="00F1008F"/>
    <w:rsid w:val="00F105DB"/>
    <w:rsid w:val="00F11A20"/>
    <w:rsid w:val="00F11E10"/>
    <w:rsid w:val="00F12656"/>
    <w:rsid w:val="00F15BC2"/>
    <w:rsid w:val="00F20E3A"/>
    <w:rsid w:val="00F210EE"/>
    <w:rsid w:val="00F221BD"/>
    <w:rsid w:val="00F2299D"/>
    <w:rsid w:val="00F24B42"/>
    <w:rsid w:val="00F25D91"/>
    <w:rsid w:val="00F267A8"/>
    <w:rsid w:val="00F26C81"/>
    <w:rsid w:val="00F26D1B"/>
    <w:rsid w:val="00F26EAD"/>
    <w:rsid w:val="00F3038F"/>
    <w:rsid w:val="00F30797"/>
    <w:rsid w:val="00F309AB"/>
    <w:rsid w:val="00F34BE4"/>
    <w:rsid w:val="00F35295"/>
    <w:rsid w:val="00F37BD7"/>
    <w:rsid w:val="00F37FFC"/>
    <w:rsid w:val="00F40DDE"/>
    <w:rsid w:val="00F435A8"/>
    <w:rsid w:val="00F43EEC"/>
    <w:rsid w:val="00F441C7"/>
    <w:rsid w:val="00F44D60"/>
    <w:rsid w:val="00F4595F"/>
    <w:rsid w:val="00F45CC2"/>
    <w:rsid w:val="00F4642B"/>
    <w:rsid w:val="00F46C5C"/>
    <w:rsid w:val="00F47678"/>
    <w:rsid w:val="00F51B9C"/>
    <w:rsid w:val="00F5344C"/>
    <w:rsid w:val="00F53B0E"/>
    <w:rsid w:val="00F547BE"/>
    <w:rsid w:val="00F55962"/>
    <w:rsid w:val="00F5664D"/>
    <w:rsid w:val="00F61A27"/>
    <w:rsid w:val="00F65EFF"/>
    <w:rsid w:val="00F708C4"/>
    <w:rsid w:val="00F71A14"/>
    <w:rsid w:val="00F745F0"/>
    <w:rsid w:val="00F75199"/>
    <w:rsid w:val="00F75D0D"/>
    <w:rsid w:val="00F76306"/>
    <w:rsid w:val="00F8066D"/>
    <w:rsid w:val="00F81A1B"/>
    <w:rsid w:val="00F82EF5"/>
    <w:rsid w:val="00F8313E"/>
    <w:rsid w:val="00F83AA6"/>
    <w:rsid w:val="00F83C79"/>
    <w:rsid w:val="00F8751A"/>
    <w:rsid w:val="00F87D1C"/>
    <w:rsid w:val="00F91F45"/>
    <w:rsid w:val="00F92272"/>
    <w:rsid w:val="00F93379"/>
    <w:rsid w:val="00F9425D"/>
    <w:rsid w:val="00F942E2"/>
    <w:rsid w:val="00F94A9C"/>
    <w:rsid w:val="00F9503C"/>
    <w:rsid w:val="00F96555"/>
    <w:rsid w:val="00F96F3E"/>
    <w:rsid w:val="00FA07EF"/>
    <w:rsid w:val="00FA21A2"/>
    <w:rsid w:val="00FA2E0A"/>
    <w:rsid w:val="00FA6D06"/>
    <w:rsid w:val="00FA6F6E"/>
    <w:rsid w:val="00FB106E"/>
    <w:rsid w:val="00FB1ADB"/>
    <w:rsid w:val="00FB2752"/>
    <w:rsid w:val="00FB3D45"/>
    <w:rsid w:val="00FB4151"/>
    <w:rsid w:val="00FB52E8"/>
    <w:rsid w:val="00FB5BC5"/>
    <w:rsid w:val="00FB7459"/>
    <w:rsid w:val="00FC259C"/>
    <w:rsid w:val="00FC455E"/>
    <w:rsid w:val="00FC466A"/>
    <w:rsid w:val="00FD5D72"/>
    <w:rsid w:val="00FD6B24"/>
    <w:rsid w:val="00FE0690"/>
    <w:rsid w:val="00FE1912"/>
    <w:rsid w:val="00FE193B"/>
    <w:rsid w:val="00FE2AC6"/>
    <w:rsid w:val="00FE47B8"/>
    <w:rsid w:val="00FE6951"/>
    <w:rsid w:val="00FE768A"/>
    <w:rsid w:val="00FF0D95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DA5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rsid w:val="000755B4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0755B4"/>
    <w:pPr>
      <w:suppressAutoHyphens/>
      <w:spacing w:before="120" w:after="120"/>
      <w:outlineLvl w:val="1"/>
    </w:pPr>
  </w:style>
  <w:style w:type="paragraph" w:styleId="3">
    <w:name w:val="heading 3"/>
    <w:basedOn w:val="a"/>
    <w:next w:val="a"/>
    <w:link w:val="30"/>
    <w:qFormat/>
    <w:rsid w:val="000755B4"/>
    <w:pPr>
      <w:keepNext/>
      <w:jc w:val="center"/>
      <w:outlineLvl w:val="2"/>
    </w:pPr>
    <w:rPr>
      <w:sz w:val="32"/>
    </w:rPr>
  </w:style>
  <w:style w:type="paragraph" w:styleId="40">
    <w:name w:val="heading 4"/>
    <w:basedOn w:val="a"/>
    <w:next w:val="a"/>
    <w:qFormat/>
    <w:rsid w:val="000755B4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7201F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0755B4"/>
    <w:pPr>
      <w:ind w:firstLine="0"/>
      <w:jc w:val="left"/>
    </w:pPr>
    <w:rPr>
      <w:rFonts w:ascii="Baltica" w:hAnsi="Baltica"/>
      <w:sz w:val="24"/>
    </w:rPr>
  </w:style>
  <w:style w:type="paragraph" w:styleId="a4">
    <w:name w:val="Title"/>
    <w:basedOn w:val="a"/>
    <w:link w:val="a5"/>
    <w:qFormat/>
    <w:rsid w:val="000755B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6">
    <w:name w:val="header"/>
    <w:basedOn w:val="a"/>
    <w:link w:val="a7"/>
    <w:rsid w:val="000755B4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0755B4"/>
    <w:pPr>
      <w:tabs>
        <w:tab w:val="center" w:pos="4536"/>
        <w:tab w:val="right" w:pos="9072"/>
      </w:tabs>
    </w:pPr>
  </w:style>
  <w:style w:type="paragraph" w:styleId="a9">
    <w:name w:val="Balloon Text"/>
    <w:basedOn w:val="a"/>
    <w:link w:val="aa"/>
    <w:semiHidden/>
    <w:rsid w:val="000755B4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821678"/>
    <w:rPr>
      <w:sz w:val="28"/>
    </w:rPr>
  </w:style>
  <w:style w:type="paragraph" w:styleId="ab">
    <w:name w:val="Body Text Indent"/>
    <w:basedOn w:val="a"/>
    <w:link w:val="ac"/>
    <w:rsid w:val="003D3503"/>
    <w:pPr>
      <w:ind w:firstLine="708"/>
    </w:pPr>
  </w:style>
  <w:style w:type="character" w:customStyle="1" w:styleId="ac">
    <w:name w:val="Основной текст с отступом Знак"/>
    <w:basedOn w:val="a0"/>
    <w:link w:val="ab"/>
    <w:rsid w:val="003D3503"/>
    <w:rPr>
      <w:sz w:val="28"/>
    </w:rPr>
  </w:style>
  <w:style w:type="paragraph" w:styleId="31">
    <w:name w:val="Body Text 3"/>
    <w:basedOn w:val="a"/>
    <w:link w:val="32"/>
    <w:rsid w:val="003D35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D3503"/>
    <w:rPr>
      <w:sz w:val="16"/>
      <w:szCs w:val="16"/>
    </w:rPr>
  </w:style>
  <w:style w:type="paragraph" w:styleId="ad">
    <w:name w:val="Body Text"/>
    <w:basedOn w:val="a"/>
    <w:link w:val="ae"/>
    <w:uiPriority w:val="99"/>
    <w:rsid w:val="003D3503"/>
    <w:pPr>
      <w:spacing w:after="120"/>
      <w:ind w:firstLine="0"/>
      <w:jc w:val="left"/>
    </w:pPr>
    <w:rPr>
      <w:sz w:val="20"/>
    </w:rPr>
  </w:style>
  <w:style w:type="character" w:customStyle="1" w:styleId="ae">
    <w:name w:val="Основной текст Знак"/>
    <w:basedOn w:val="a0"/>
    <w:link w:val="ad"/>
    <w:uiPriority w:val="99"/>
    <w:rsid w:val="003D3503"/>
  </w:style>
  <w:style w:type="paragraph" w:styleId="20">
    <w:name w:val="Body Text 2"/>
    <w:basedOn w:val="a"/>
    <w:link w:val="21"/>
    <w:rsid w:val="003D3503"/>
    <w:pPr>
      <w:spacing w:after="120" w:line="480" w:lineRule="auto"/>
      <w:ind w:firstLine="0"/>
      <w:jc w:val="left"/>
    </w:pPr>
    <w:rPr>
      <w:sz w:val="20"/>
    </w:rPr>
  </w:style>
  <w:style w:type="character" w:customStyle="1" w:styleId="21">
    <w:name w:val="Основной текст 2 Знак"/>
    <w:basedOn w:val="a0"/>
    <w:link w:val="20"/>
    <w:rsid w:val="003D3503"/>
  </w:style>
  <w:style w:type="paragraph" w:styleId="22">
    <w:name w:val="Body Text Indent 2"/>
    <w:basedOn w:val="a"/>
    <w:link w:val="23"/>
    <w:rsid w:val="00375D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75DA8"/>
    <w:rPr>
      <w:sz w:val="28"/>
    </w:rPr>
  </w:style>
  <w:style w:type="character" w:customStyle="1" w:styleId="t31">
    <w:name w:val="t31"/>
    <w:basedOn w:val="a0"/>
    <w:rsid w:val="00375DA8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">
    <w:name w:val="Название предприятия"/>
    <w:basedOn w:val="a"/>
    <w:rsid w:val="004836BD"/>
    <w:pPr>
      <w:framePr w:w="3844" w:h="1582" w:hSpace="187" w:wrap="notBeside" w:vAnchor="page" w:hAnchor="margin" w:y="891" w:anchorLock="1"/>
      <w:spacing w:line="280" w:lineRule="atLeast"/>
      <w:ind w:firstLine="0"/>
    </w:pPr>
    <w:rPr>
      <w:rFonts w:ascii="Arial Black" w:hAnsi="Arial Black"/>
      <w:spacing w:val="-25"/>
      <w:sz w:val="32"/>
      <w:lang w:eastAsia="en-US" w:bidi="he-IL"/>
    </w:rPr>
  </w:style>
  <w:style w:type="paragraph" w:customStyle="1" w:styleId="af0">
    <w:name w:val="Внутренний адрес"/>
    <w:basedOn w:val="a"/>
    <w:rsid w:val="004836BD"/>
    <w:pPr>
      <w:spacing w:line="220" w:lineRule="atLeast"/>
      <w:ind w:firstLine="0"/>
    </w:pPr>
    <w:rPr>
      <w:rFonts w:ascii="Arial" w:hAnsi="Arial"/>
      <w:spacing w:val="-5"/>
      <w:sz w:val="20"/>
      <w:lang w:eastAsia="en-US" w:bidi="he-IL"/>
    </w:rPr>
  </w:style>
  <w:style w:type="paragraph" w:customStyle="1" w:styleId="ConsPlusNormal">
    <w:name w:val="ConsPlusNormal"/>
    <w:rsid w:val="007201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50">
    <w:name w:val="Заголовок 5 Знак"/>
    <w:basedOn w:val="a0"/>
    <w:link w:val="5"/>
    <w:rsid w:val="007201F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7201F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1">
    <w:name w:val="Знак"/>
    <w:basedOn w:val="a"/>
    <w:rsid w:val="0043037F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33">
    <w:name w:val="Body Text Indent 3"/>
    <w:basedOn w:val="a"/>
    <w:rsid w:val="00687605"/>
    <w:pPr>
      <w:spacing w:after="120"/>
      <w:ind w:left="283"/>
    </w:pPr>
    <w:rPr>
      <w:sz w:val="16"/>
      <w:szCs w:val="16"/>
    </w:rPr>
  </w:style>
  <w:style w:type="paragraph" w:styleId="af2">
    <w:name w:val="footnote text"/>
    <w:basedOn w:val="a"/>
    <w:semiHidden/>
    <w:rsid w:val="00580975"/>
    <w:pPr>
      <w:ind w:firstLine="0"/>
      <w:jc w:val="left"/>
    </w:pPr>
    <w:rPr>
      <w:sz w:val="20"/>
    </w:rPr>
  </w:style>
  <w:style w:type="character" w:styleId="af3">
    <w:name w:val="footnote reference"/>
    <w:basedOn w:val="a0"/>
    <w:semiHidden/>
    <w:rsid w:val="00580975"/>
    <w:rPr>
      <w:vertAlign w:val="superscript"/>
    </w:rPr>
  </w:style>
  <w:style w:type="character" w:styleId="af4">
    <w:name w:val="page number"/>
    <w:basedOn w:val="a0"/>
    <w:rsid w:val="00580975"/>
  </w:style>
  <w:style w:type="paragraph" w:customStyle="1" w:styleId="ConsPlusNonformat">
    <w:name w:val="ConsPlusNonformat"/>
    <w:rsid w:val="005809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809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Plain Text"/>
    <w:basedOn w:val="a"/>
    <w:link w:val="af6"/>
    <w:rsid w:val="00BE5FBB"/>
    <w:pPr>
      <w:ind w:firstLine="0"/>
      <w:jc w:val="left"/>
    </w:pPr>
    <w:rPr>
      <w:rFonts w:ascii="Courier New" w:hAnsi="Courier New"/>
      <w:sz w:val="20"/>
      <w:lang w:eastAsia="en-US"/>
    </w:rPr>
  </w:style>
  <w:style w:type="character" w:customStyle="1" w:styleId="af6">
    <w:name w:val="Текст Знак"/>
    <w:basedOn w:val="a0"/>
    <w:link w:val="af5"/>
    <w:locked/>
    <w:rsid w:val="00BE5FBB"/>
    <w:rPr>
      <w:rFonts w:ascii="Courier New" w:hAnsi="Courier New"/>
      <w:lang w:val="ru-RU" w:eastAsia="en-US" w:bidi="ar-SA"/>
    </w:rPr>
  </w:style>
  <w:style w:type="character" w:styleId="af7">
    <w:name w:val="Hyperlink"/>
    <w:basedOn w:val="a0"/>
    <w:rsid w:val="00BE5FBB"/>
    <w:rPr>
      <w:rFonts w:cs="Times New Roman"/>
      <w:color w:val="0000FF"/>
      <w:u w:val="single"/>
    </w:rPr>
  </w:style>
  <w:style w:type="paragraph" w:styleId="af8">
    <w:name w:val="List Paragraph"/>
    <w:basedOn w:val="a"/>
    <w:uiPriority w:val="34"/>
    <w:qFormat/>
    <w:rsid w:val="00642D19"/>
    <w:pPr>
      <w:ind w:left="720" w:firstLine="0"/>
      <w:contextualSpacing/>
      <w:jc w:val="left"/>
    </w:pPr>
    <w:rPr>
      <w:sz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FB4151"/>
    <w:rPr>
      <w:rFonts w:ascii="Tahoma" w:hAnsi="Tahoma" w:cs="Tahoma"/>
      <w:sz w:val="16"/>
      <w:szCs w:val="16"/>
    </w:rPr>
  </w:style>
  <w:style w:type="character" w:customStyle="1" w:styleId="FontStyle33">
    <w:name w:val="Font Style33"/>
    <w:basedOn w:val="a0"/>
    <w:rsid w:val="00FD6B24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9">
    <w:name w:val="Подзаголовок для информации об изменениях"/>
    <w:basedOn w:val="a"/>
    <w:next w:val="a"/>
    <w:uiPriority w:val="99"/>
    <w:rsid w:val="00650A34"/>
    <w:pPr>
      <w:autoSpaceDE w:val="0"/>
      <w:autoSpaceDN w:val="0"/>
      <w:adjustRightInd w:val="0"/>
      <w:ind w:firstLine="0"/>
    </w:pPr>
    <w:rPr>
      <w:rFonts w:ascii="Arial" w:hAnsi="Arial" w:cs="Arial"/>
      <w:b/>
      <w:bCs/>
      <w:color w:val="000080"/>
      <w:sz w:val="24"/>
      <w:szCs w:val="24"/>
    </w:rPr>
  </w:style>
  <w:style w:type="paragraph" w:customStyle="1" w:styleId="ConsNormal">
    <w:name w:val="ConsNormal"/>
    <w:rsid w:val="00E80730"/>
    <w:pPr>
      <w:widowControl w:val="0"/>
      <w:ind w:firstLine="720"/>
    </w:pPr>
    <w:rPr>
      <w:rFonts w:ascii="Arial" w:hAnsi="Arial" w:cs="Arial"/>
      <w:sz w:val="26"/>
      <w:szCs w:val="26"/>
    </w:rPr>
  </w:style>
  <w:style w:type="paragraph" w:customStyle="1" w:styleId="ConsTitle">
    <w:name w:val="ConsTitle"/>
    <w:rsid w:val="00E8073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E807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a">
    <w:name w:val="Абзац договора"/>
    <w:basedOn w:val="ad"/>
    <w:rsid w:val="00E80730"/>
    <w:pPr>
      <w:tabs>
        <w:tab w:val="left" w:pos="1080"/>
      </w:tabs>
      <w:spacing w:after="0"/>
      <w:ind w:firstLine="540"/>
      <w:jc w:val="both"/>
    </w:pPr>
    <w:rPr>
      <w:sz w:val="24"/>
      <w:szCs w:val="24"/>
      <w:lang w:eastAsia="en-US"/>
    </w:rPr>
  </w:style>
  <w:style w:type="paragraph" w:customStyle="1" w:styleId="afb">
    <w:name w:val="Заголовок договора"/>
    <w:basedOn w:val="ConsNormal"/>
    <w:rsid w:val="00E80730"/>
    <w:pPr>
      <w:keepNext/>
      <w:widowControl/>
      <w:autoSpaceDE w:val="0"/>
      <w:autoSpaceDN w:val="0"/>
      <w:adjustRightInd w:val="0"/>
      <w:spacing w:before="240" w:after="120"/>
      <w:ind w:firstLine="0"/>
      <w:jc w:val="center"/>
    </w:pPr>
    <w:rPr>
      <w:rFonts w:ascii="Times New Roman" w:hAnsi="Times New Roman" w:cs="Times New Roman"/>
      <w:sz w:val="24"/>
      <w:szCs w:val="20"/>
    </w:rPr>
  </w:style>
  <w:style w:type="paragraph" w:customStyle="1" w:styleId="24">
    <w:name w:val="заголовок 2"/>
    <w:basedOn w:val="a"/>
    <w:next w:val="a"/>
    <w:rsid w:val="00EB5B4C"/>
    <w:pPr>
      <w:keepNext/>
      <w:widowControl w:val="0"/>
      <w:ind w:firstLine="0"/>
    </w:pPr>
    <w:rPr>
      <w:b/>
      <w:sz w:val="24"/>
    </w:rPr>
  </w:style>
  <w:style w:type="paragraph" w:customStyle="1" w:styleId="4">
    <w:name w:val="Раздел 4"/>
    <w:basedOn w:val="a"/>
    <w:rsid w:val="00987B11"/>
    <w:pPr>
      <w:numPr>
        <w:ilvl w:val="1"/>
        <w:numId w:val="1"/>
      </w:numPr>
    </w:pPr>
    <w:rPr>
      <w:bCs/>
      <w:iCs/>
      <w:szCs w:val="24"/>
    </w:rPr>
  </w:style>
  <w:style w:type="paragraph" w:customStyle="1" w:styleId="ConsCell">
    <w:name w:val="ConsCell"/>
    <w:rsid w:val="00446B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Normal (Web)"/>
    <w:basedOn w:val="a"/>
    <w:uiPriority w:val="99"/>
    <w:unhideWhenUsed/>
    <w:rsid w:val="00475DA5"/>
    <w:pPr>
      <w:ind w:firstLine="0"/>
      <w:jc w:val="left"/>
    </w:pPr>
    <w:rPr>
      <w:sz w:val="24"/>
      <w:szCs w:val="24"/>
    </w:rPr>
  </w:style>
  <w:style w:type="table" w:styleId="afd">
    <w:name w:val="Table Grid"/>
    <w:basedOn w:val="a1"/>
    <w:uiPriority w:val="59"/>
    <w:rsid w:val="001B619C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95890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e">
    <w:name w:val="No Spacing"/>
    <w:uiPriority w:val="1"/>
    <w:qFormat/>
    <w:rsid w:val="002557C9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азвание Знак"/>
    <w:basedOn w:val="a0"/>
    <w:link w:val="a4"/>
    <w:rsid w:val="00222C94"/>
    <w:rPr>
      <w:rFonts w:ascii="Arial" w:hAnsi="Arial"/>
      <w:b/>
      <w:kern w:val="28"/>
      <w:sz w:val="32"/>
    </w:rPr>
  </w:style>
  <w:style w:type="character" w:customStyle="1" w:styleId="30">
    <w:name w:val="Заголовок 3 Знак"/>
    <w:basedOn w:val="a0"/>
    <w:link w:val="3"/>
    <w:uiPriority w:val="9"/>
    <w:locked/>
    <w:rsid w:val="00D90743"/>
    <w:rPr>
      <w:sz w:val="32"/>
    </w:rPr>
  </w:style>
  <w:style w:type="character" w:customStyle="1" w:styleId="aff">
    <w:name w:val="Гипертекстовая ссылка"/>
    <w:basedOn w:val="a0"/>
    <w:uiPriority w:val="99"/>
    <w:rsid w:val="00D90743"/>
    <w:rPr>
      <w:rFonts w:cs="Times New Roman"/>
      <w:b/>
      <w:color w:val="106BBE"/>
      <w:sz w:val="26"/>
    </w:rPr>
  </w:style>
  <w:style w:type="character" w:customStyle="1" w:styleId="aff0">
    <w:name w:val="Цветовое выделение"/>
    <w:uiPriority w:val="99"/>
    <w:rsid w:val="00D90743"/>
    <w:rPr>
      <w:b/>
      <w:color w:val="26282F"/>
      <w:sz w:val="26"/>
    </w:rPr>
  </w:style>
  <w:style w:type="paragraph" w:customStyle="1" w:styleId="aff1">
    <w:name w:val="Нормальный (таблица)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D90743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ocviewer.yandex.ru/?url=http%3A%2F%2Ftoryal.ru%2Ftoryal%2Fsdep%2F2016%2FRech2016_69.docx&amp;name=Rech2016_69.docx&amp;lang=ru&amp;c=5743e2a97e4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viewer.yandex.ru/?url=http%3A%2F%2Ftoryal.ru%2Ftoryal%2Fsdep%2F2016%2FRech2016_69.docx&amp;name=Rech2016_69.docx&amp;lang=ru&amp;c=5743e2a97e4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2011\1.%20&#1041;&#1051;&#1040;&#1053;&#1050;&#1048;\&#1048;&#1054;\&#1055;&#1086;&#1089;&#1090;_&#1056;&#1072;&#1089;&#1087;_&#1041;&#1077;&#1079;&#1076;&#1077;&#1085;&#1077;&#1078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53E84-C40B-4526-B85D-5447AEBA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Пост_Расп_Безденежный</Template>
  <TotalTime>8</TotalTime>
  <Pages>5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Легостаевского сельсовета</Company>
  <LinksUpToDate>false</LinksUpToDate>
  <CharactersWithSpaces>9438</CharactersWithSpaces>
  <SharedDoc>false</SharedDoc>
  <HLinks>
    <vt:vector size="12" baseType="variant">
      <vt:variant>
        <vt:i4>1769504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6160405</vt:i4>
      </vt:variant>
      <vt:variant>
        <vt:i4>0</vt:i4>
      </vt:variant>
      <vt:variant>
        <vt:i4>0</vt:i4>
      </vt:variant>
      <vt:variant>
        <vt:i4>5</vt:i4>
      </vt:variant>
      <vt:variant>
        <vt:lpwstr>garantf1://7127352.0/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</dc:creator>
  <cp:lastModifiedBy>User</cp:lastModifiedBy>
  <cp:revision>3</cp:revision>
  <cp:lastPrinted>2016-06-08T04:29:00Z</cp:lastPrinted>
  <dcterms:created xsi:type="dcterms:W3CDTF">2016-06-08T04:30:00Z</dcterms:created>
  <dcterms:modified xsi:type="dcterms:W3CDTF">2016-06-09T08:03:00Z</dcterms:modified>
</cp:coreProperties>
</file>